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8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东北大学博士学位论文申诉（或增审）申请表</w:t>
      </w:r>
    </w:p>
    <w:p>
      <w:pPr>
        <w:snapToGrid w:val="0"/>
        <w:rPr>
          <w:sz w:val="13"/>
        </w:rPr>
      </w:pPr>
    </w:p>
    <w:tbl>
      <w:tblPr>
        <w:tblStyle w:val="13"/>
        <w:tblW w:w="996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60"/>
        <w:gridCol w:w="1559"/>
        <w:gridCol w:w="850"/>
        <w:gridCol w:w="426"/>
        <w:gridCol w:w="1275"/>
        <w:gridCol w:w="1134"/>
        <w:gridCol w:w="1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526" w:type="dxa"/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position w:val="-26"/>
              </w:rPr>
            </w:pPr>
            <w:r>
              <w:rPr>
                <w:rFonts w:hint="eastAsia" w:ascii="宋体"/>
                <w:b/>
                <w:position w:val="-26"/>
              </w:rPr>
              <w:t>申请人姓名</w:t>
            </w:r>
          </w:p>
        </w:tc>
        <w:tc>
          <w:tcPr>
            <w:tcW w:w="1560" w:type="dxa"/>
            <w:vAlign w:val="center"/>
          </w:tcPr>
          <w:p>
            <w:pPr>
              <w:snapToGrid w:val="0"/>
              <w:jc w:val="center"/>
              <w:rPr>
                <w:rFonts w:ascii="宋体"/>
                <w:position w:val="-26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ind w:firstLine="105" w:firstLineChars="50"/>
              <w:rPr>
                <w:rFonts w:ascii="宋体"/>
                <w:b/>
                <w:position w:val="-26"/>
              </w:rPr>
            </w:pPr>
            <w:r>
              <w:rPr>
                <w:rFonts w:hint="eastAsia" w:ascii="宋体"/>
                <w:b/>
                <w:position w:val="-26"/>
              </w:rPr>
              <w:t>学    号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rPr>
                <w:rFonts w:ascii="宋体"/>
                <w:position w:val="-26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rPr>
                <w:rFonts w:ascii="宋体"/>
                <w:b/>
                <w:position w:val="-26"/>
              </w:rPr>
            </w:pPr>
            <w:r>
              <w:rPr>
                <w:rFonts w:hint="eastAsia" w:ascii="宋体"/>
                <w:b/>
              </w:rPr>
              <w:t>学科（专业）</w:t>
            </w:r>
          </w:p>
        </w:tc>
        <w:tc>
          <w:tcPr>
            <w:tcW w:w="276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/>
                <w:position w:val="-26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526" w:type="dxa"/>
            <w:vAlign w:val="center"/>
          </w:tcPr>
          <w:p>
            <w:pPr>
              <w:snapToGrid w:val="0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指导教师</w:t>
            </w:r>
          </w:p>
        </w:tc>
        <w:tc>
          <w:tcPr>
            <w:tcW w:w="1560" w:type="dxa"/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  <w:position w:val="-26"/>
              </w:rPr>
              <w:t>前次评阅结果</w:t>
            </w:r>
            <w:r>
              <w:rPr>
                <w:rFonts w:ascii="宋体"/>
                <w:b/>
                <w:position w:val="-26"/>
              </w:rPr>
              <w:t>返回时间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  <w:b/>
                <w:position w:val="-26"/>
              </w:rPr>
              <w:t>联系</w:t>
            </w:r>
            <w:r>
              <w:rPr>
                <w:rFonts w:ascii="宋体"/>
                <w:b/>
                <w:position w:val="-26"/>
              </w:rPr>
              <w:t>电话</w:t>
            </w:r>
          </w:p>
        </w:tc>
        <w:tc>
          <w:tcPr>
            <w:tcW w:w="1633" w:type="dxa"/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526" w:type="dxa"/>
            <w:vAlign w:val="center"/>
          </w:tcPr>
          <w:p>
            <w:pPr>
              <w:snapToGrid w:val="0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学位论文题目</w:t>
            </w:r>
          </w:p>
        </w:tc>
        <w:tc>
          <w:tcPr>
            <w:tcW w:w="8437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152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外审专家</w:t>
            </w:r>
          </w:p>
          <w:p>
            <w:pPr>
              <w:snapToGrid w:val="0"/>
              <w:spacing w:line="360" w:lineRule="auto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评阅结果</w:t>
            </w:r>
          </w:p>
        </w:tc>
        <w:tc>
          <w:tcPr>
            <w:tcW w:w="8437" w:type="dxa"/>
            <w:gridSpan w:val="7"/>
            <w:vAlign w:val="center"/>
          </w:tcPr>
          <w:p>
            <w:pPr>
              <w:snapToGrid w:val="0"/>
              <w:spacing w:line="500" w:lineRule="exact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总 体 评 价</w:t>
            </w:r>
            <w:r>
              <w:rPr>
                <w:rFonts w:hint="eastAsia" w:ascii="宋体"/>
              </w:rPr>
              <w:t>：评价等级分别为</w:t>
            </w:r>
            <w:r>
              <w:rPr>
                <w:rFonts w:hint="eastAsia" w:ascii="宋体"/>
                <w:u w:val="single"/>
              </w:rPr>
              <w:t xml:space="preserve">   </w:t>
            </w:r>
            <w:r>
              <w:rPr>
                <w:rFonts w:ascii="宋体"/>
                <w:u w:val="single"/>
              </w:rPr>
              <w:t xml:space="preserve"> </w:t>
            </w:r>
            <w:r>
              <w:rPr>
                <w:rFonts w:hint="eastAsia" w:ascii="宋体"/>
                <w:u w:val="single"/>
              </w:rPr>
              <w:t xml:space="preserve">  </w:t>
            </w:r>
            <w:r>
              <w:rPr>
                <w:rFonts w:hint="eastAsia" w:ascii="宋体"/>
              </w:rPr>
              <w:t xml:space="preserve"> 、</w:t>
            </w:r>
            <w:r>
              <w:rPr>
                <w:rFonts w:hint="eastAsia" w:ascii="宋体"/>
                <w:u w:val="single"/>
              </w:rPr>
              <w:t xml:space="preserve"> </w:t>
            </w:r>
            <w:r>
              <w:rPr>
                <w:rFonts w:ascii="宋体"/>
                <w:u w:val="single"/>
              </w:rPr>
              <w:t xml:space="preserve"> </w:t>
            </w:r>
            <w:r>
              <w:rPr>
                <w:rFonts w:hint="eastAsia" w:ascii="宋体"/>
                <w:u w:val="single"/>
              </w:rPr>
              <w:t xml:space="preserve">    </w:t>
            </w:r>
            <w:r>
              <w:rPr>
                <w:rFonts w:hint="eastAsia" w:ascii="宋体"/>
              </w:rPr>
              <w:t xml:space="preserve"> 、</w:t>
            </w:r>
            <w:r>
              <w:rPr>
                <w:rFonts w:hint="eastAsia" w:ascii="宋体"/>
                <w:u w:val="single"/>
              </w:rPr>
              <w:t xml:space="preserve"> </w:t>
            </w:r>
            <w:r>
              <w:rPr>
                <w:rFonts w:ascii="宋体"/>
                <w:u w:val="single"/>
              </w:rPr>
              <w:t xml:space="preserve"> </w:t>
            </w:r>
            <w:r>
              <w:rPr>
                <w:rFonts w:hint="eastAsia" w:ascii="宋体"/>
                <w:u w:val="single"/>
              </w:rPr>
              <w:t xml:space="preserve"> </w:t>
            </w:r>
            <w:r>
              <w:rPr>
                <w:rFonts w:ascii="宋体"/>
                <w:u w:val="single"/>
              </w:rPr>
              <w:t xml:space="preserve"> </w:t>
            </w:r>
            <w:r>
              <w:rPr>
                <w:rFonts w:hint="eastAsia" w:ascii="宋体"/>
                <w:u w:val="single"/>
              </w:rPr>
              <w:t xml:space="preserve">  </w:t>
            </w:r>
            <w:r>
              <w:rPr>
                <w:rFonts w:hint="eastAsia" w:ascii="宋体"/>
              </w:rPr>
              <w:t xml:space="preserve"> （填优秀、良好、一般、差）</w:t>
            </w:r>
          </w:p>
          <w:p>
            <w:pPr>
              <w:snapToGrid w:val="0"/>
              <w:spacing w:line="500" w:lineRule="exact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是否</w:t>
            </w:r>
            <w:r>
              <w:rPr>
                <w:rFonts w:ascii="宋体"/>
                <w:b/>
              </w:rPr>
              <w:t>同意答辩</w:t>
            </w:r>
            <w:r>
              <w:rPr>
                <w:rFonts w:hint="eastAsia" w:ascii="宋体"/>
              </w:rPr>
              <w:t>：结论性</w:t>
            </w:r>
            <w:r>
              <w:rPr>
                <w:rFonts w:ascii="宋体"/>
              </w:rPr>
              <w:t>意见</w:t>
            </w:r>
            <w:r>
              <w:rPr>
                <w:rFonts w:hint="eastAsia" w:ascii="宋体"/>
              </w:rPr>
              <w:t>分别为</w:t>
            </w:r>
            <w:r>
              <w:rPr>
                <w:rFonts w:hint="eastAsia" w:ascii="宋体"/>
                <w:u w:val="single"/>
              </w:rPr>
              <w:t xml:space="preserve">   </w:t>
            </w:r>
            <w:r>
              <w:rPr>
                <w:rFonts w:ascii="宋体"/>
                <w:u w:val="single"/>
              </w:rPr>
              <w:t xml:space="preserve"> </w:t>
            </w:r>
            <w:r>
              <w:rPr>
                <w:rFonts w:hint="eastAsia" w:ascii="宋体"/>
                <w:u w:val="single"/>
              </w:rPr>
              <w:t xml:space="preserve">  </w:t>
            </w:r>
            <w:r>
              <w:rPr>
                <w:rFonts w:hint="eastAsia" w:ascii="宋体"/>
              </w:rPr>
              <w:t>项、</w:t>
            </w:r>
            <w:r>
              <w:rPr>
                <w:rFonts w:hint="eastAsia" w:ascii="宋体"/>
                <w:u w:val="single"/>
              </w:rPr>
              <w:t xml:space="preserve"> </w:t>
            </w:r>
            <w:r>
              <w:rPr>
                <w:rFonts w:ascii="宋体"/>
                <w:u w:val="single"/>
              </w:rPr>
              <w:t xml:space="preserve"> </w:t>
            </w:r>
            <w:r>
              <w:rPr>
                <w:rFonts w:hint="eastAsia" w:ascii="宋体"/>
                <w:u w:val="single"/>
              </w:rPr>
              <w:t xml:space="preserve">    </w:t>
            </w:r>
            <w:r>
              <w:rPr>
                <w:rFonts w:hint="eastAsia" w:ascii="宋体"/>
              </w:rPr>
              <w:t>项、</w:t>
            </w:r>
            <w:r>
              <w:rPr>
                <w:rFonts w:hint="eastAsia" w:ascii="宋体"/>
                <w:u w:val="single"/>
              </w:rPr>
              <w:t xml:space="preserve">   </w:t>
            </w:r>
            <w:r>
              <w:rPr>
                <w:rFonts w:ascii="宋体"/>
                <w:u w:val="single"/>
              </w:rPr>
              <w:t xml:space="preserve"> </w:t>
            </w:r>
            <w:r>
              <w:rPr>
                <w:rFonts w:hint="eastAsia" w:ascii="宋体"/>
                <w:u w:val="single"/>
              </w:rPr>
              <w:t xml:space="preserve">  </w:t>
            </w:r>
            <w:r>
              <w:rPr>
                <w:rFonts w:hint="eastAsia" w:ascii="宋体"/>
              </w:rPr>
              <w:t>项</w:t>
            </w:r>
          </w:p>
          <w:p>
            <w:pPr>
              <w:snapToGrid w:val="0"/>
              <w:spacing w:beforeLines="50"/>
              <w:rPr>
                <w:rFonts w:ascii="宋体"/>
              </w:rPr>
            </w:pPr>
            <w:r>
              <w:rPr>
                <w:rFonts w:hint="eastAsia" w:ascii="宋体"/>
              </w:rPr>
              <w:t>A项：论文达到博士学位水平，同意答辩；</w:t>
            </w:r>
          </w:p>
          <w:p>
            <w:pPr>
              <w:snapToGrid w:val="0"/>
              <w:ind w:left="630" w:hanging="630" w:hangingChars="300"/>
              <w:rPr>
                <w:rFonts w:ascii="宋体"/>
              </w:rPr>
            </w:pPr>
            <w:r>
              <w:rPr>
                <w:rFonts w:hint="eastAsia" w:ascii="宋体"/>
              </w:rPr>
              <w:t>B项：论文基本达到博士学位水平，建议做小的修改后答辩；</w:t>
            </w:r>
          </w:p>
          <w:p>
            <w:pPr>
              <w:snapToGrid w:val="0"/>
              <w:ind w:left="630" w:hanging="630" w:hangingChars="300"/>
              <w:rPr>
                <w:rFonts w:ascii="宋体"/>
              </w:rPr>
            </w:pPr>
            <w:r>
              <w:rPr>
                <w:rFonts w:hint="eastAsia" w:ascii="宋体"/>
              </w:rPr>
              <w:t>C项：论文未达到博士学位水平，建议做较大或重大修改后重新评阅；</w:t>
            </w:r>
          </w:p>
          <w:p>
            <w:pPr>
              <w:snapToGrid w:val="0"/>
              <w:spacing w:afterLines="50"/>
              <w:rPr>
                <w:rFonts w:ascii="宋体"/>
              </w:rPr>
            </w:pPr>
            <w:r>
              <w:rPr>
                <w:rFonts w:hint="eastAsia" w:ascii="宋体"/>
              </w:rPr>
              <w:t>D项：论文未达到博士学位水平，不同意答辩。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526" w:type="dxa"/>
            <w:vAlign w:val="center"/>
          </w:tcPr>
          <w:p>
            <w:pPr>
              <w:snapToGrid w:val="0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重新送审</w:t>
            </w:r>
          </w:p>
        </w:tc>
        <w:tc>
          <w:tcPr>
            <w:tcW w:w="8437" w:type="dxa"/>
            <w:gridSpan w:val="7"/>
            <w:vAlign w:val="center"/>
          </w:tcPr>
          <w:p>
            <w:pPr>
              <w:pStyle w:val="25"/>
              <w:numPr>
                <w:ilvl w:val="0"/>
                <w:numId w:val="1"/>
              </w:numPr>
              <w:snapToGrid w:val="0"/>
              <w:ind w:firstLineChars="0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异议申诉，增审</w:t>
            </w:r>
            <w:r>
              <w:rPr>
                <w:rFonts w:ascii="宋体"/>
                <w:b/>
              </w:rPr>
              <w:t>4</w:t>
            </w:r>
            <w:r>
              <w:rPr>
                <w:rFonts w:hint="eastAsia" w:ascii="宋体"/>
                <w:b/>
              </w:rPr>
              <w:t>份</w:t>
            </w:r>
            <w:r>
              <w:rPr>
                <w:rFonts w:ascii="宋体"/>
                <w:b/>
              </w:rPr>
              <w:t xml:space="preserve">     </w:t>
            </w:r>
            <w:r>
              <w:rPr>
                <w:rFonts w:hint="eastAsia" w:ascii="宋体"/>
                <w:b/>
              </w:rPr>
              <w:t>□ 初次</w:t>
            </w:r>
            <w:r>
              <w:rPr>
                <w:rFonts w:ascii="宋体"/>
                <w:b/>
              </w:rPr>
              <w:t>2</w:t>
            </w:r>
            <w:r>
              <w:rPr>
                <w:rFonts w:hint="eastAsia" w:ascii="宋体"/>
                <w:b/>
              </w:rPr>
              <w:t>份优秀、一份为C或D，增审</w:t>
            </w:r>
            <w:r>
              <w:rPr>
                <w:rFonts w:ascii="宋体"/>
                <w:b/>
              </w:rPr>
              <w:t>2</w:t>
            </w:r>
            <w:r>
              <w:rPr>
                <w:rFonts w:hint="eastAsia" w:ascii="宋体"/>
                <w:b/>
              </w:rPr>
              <w:t>份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5" w:hRule="atLeast"/>
          <w:jc w:val="center"/>
        </w:trPr>
        <w:tc>
          <w:tcPr>
            <w:tcW w:w="1526" w:type="dxa"/>
            <w:vAlign w:val="center"/>
          </w:tcPr>
          <w:p>
            <w:pPr>
              <w:snapToGrid w:val="0"/>
              <w:spacing w:line="240" w:lineRule="exact"/>
              <w:ind w:left="-57"/>
              <w:jc w:val="center"/>
              <w:rPr>
                <w:rFonts w:ascii="宋体"/>
                <w:b/>
                <w:spacing w:val="-2"/>
              </w:rPr>
            </w:pPr>
            <w:r>
              <w:rPr>
                <w:rFonts w:hint="eastAsia" w:ascii="宋体"/>
                <w:b/>
                <w:spacing w:val="-2"/>
              </w:rPr>
              <w:t>诉求理由</w:t>
            </w:r>
          </w:p>
        </w:tc>
        <w:tc>
          <w:tcPr>
            <w:tcW w:w="8437" w:type="dxa"/>
            <w:gridSpan w:val="7"/>
          </w:tcPr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tabs>
                <w:tab w:val="left" w:pos="2250"/>
              </w:tabs>
              <w:snapToGrid w:val="0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/>
                <w:b/>
                <w:bCs/>
                <w:szCs w:val="21"/>
              </w:rPr>
              <w:tab/>
            </w: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napToGrid w:val="0"/>
              <w:spacing w:afterLines="50" w:line="320" w:lineRule="exact"/>
              <w:ind w:firstLine="420" w:firstLineChars="200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      本人签字：               </w:t>
            </w:r>
            <w:r>
              <w:rPr>
                <w:rFonts w:hint="eastAsia" w:ascii="宋体" w:hAnsi="宋体"/>
              </w:rPr>
              <w:t xml:space="preserve">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2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/>
                <w:b/>
                <w:spacing w:val="-4"/>
              </w:rPr>
            </w:pPr>
            <w:r>
              <w:rPr>
                <w:rFonts w:hint="eastAsia" w:ascii="宋体"/>
                <w:b/>
                <w:spacing w:val="-4"/>
              </w:rPr>
              <w:t>指导教师</w:t>
            </w:r>
          </w:p>
          <w:p>
            <w:pPr>
              <w:snapToGrid w:val="0"/>
              <w:spacing w:line="360" w:lineRule="auto"/>
              <w:jc w:val="center"/>
              <w:rPr>
                <w:rFonts w:ascii="宋体"/>
                <w:b/>
                <w:spacing w:val="-4"/>
              </w:rPr>
            </w:pPr>
            <w:r>
              <w:rPr>
                <w:rFonts w:hint="eastAsia" w:ascii="宋体"/>
                <w:b/>
                <w:spacing w:val="-4"/>
              </w:rPr>
              <w:t>审核意见</w:t>
            </w:r>
          </w:p>
        </w:tc>
        <w:tc>
          <w:tcPr>
            <w:tcW w:w="8437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（请</w:t>
            </w:r>
            <w:r>
              <w:rPr>
                <w:rFonts w:ascii="宋体"/>
              </w:rPr>
              <w:t>列出</w:t>
            </w:r>
            <w:r>
              <w:rPr>
                <w:rFonts w:hint="eastAsia" w:ascii="宋体"/>
              </w:rPr>
              <w:t>对学位论文评阅</w:t>
            </w:r>
            <w:r>
              <w:rPr>
                <w:rFonts w:ascii="宋体"/>
              </w:rPr>
              <w:t>情况的评价</w:t>
            </w:r>
            <w:r>
              <w:rPr>
                <w:rFonts w:hint="eastAsia" w:ascii="宋体"/>
              </w:rPr>
              <w:t>意见以及</w:t>
            </w:r>
            <w:r>
              <w:rPr>
                <w:rFonts w:ascii="宋体"/>
              </w:rPr>
              <w:t>是否同意</w:t>
            </w:r>
            <w:r>
              <w:rPr>
                <w:rFonts w:hint="eastAsia" w:ascii="宋体"/>
              </w:rPr>
              <w:t>博士生</w:t>
            </w:r>
            <w:r>
              <w:rPr>
                <w:rFonts w:ascii="宋体"/>
              </w:rPr>
              <w:t>提起相关诉求</w:t>
            </w:r>
            <w:r>
              <w:rPr>
                <w:rFonts w:hint="eastAsia" w:ascii="宋体"/>
              </w:rPr>
              <w:t>的</w:t>
            </w:r>
            <w:r>
              <w:rPr>
                <w:rFonts w:ascii="宋体"/>
              </w:rPr>
              <w:t>意见</w:t>
            </w:r>
            <w:r>
              <w:rPr>
                <w:rFonts w:hint="eastAsia" w:ascii="宋体"/>
              </w:rPr>
              <w:t>）</w:t>
            </w: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导师签章：               </w:t>
            </w:r>
            <w:r>
              <w:rPr>
                <w:rFonts w:hint="eastAsia" w:ascii="宋体" w:hAnsi="宋体"/>
              </w:rPr>
              <w:t xml:space="preserve">  年     月     日</w:t>
            </w:r>
          </w:p>
          <w:p>
            <w:pPr>
              <w:snapToGrid w:val="0"/>
              <w:jc w:val="center"/>
              <w:rPr>
                <w:rFonts w:ascii="宋体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2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/>
                <w:b/>
                <w:spacing w:val="-4"/>
              </w:rPr>
            </w:pPr>
            <w:r>
              <w:rPr>
                <w:rFonts w:hint="eastAsia" w:ascii="宋体"/>
                <w:b/>
                <w:spacing w:val="-4"/>
              </w:rPr>
              <w:t>责任教授</w:t>
            </w:r>
          </w:p>
          <w:p>
            <w:pPr>
              <w:snapToGrid w:val="0"/>
              <w:spacing w:line="360" w:lineRule="auto"/>
              <w:jc w:val="center"/>
              <w:rPr>
                <w:rFonts w:ascii="宋体"/>
                <w:b/>
                <w:spacing w:val="-4"/>
              </w:rPr>
            </w:pPr>
            <w:r>
              <w:rPr>
                <w:rFonts w:hint="eastAsia" w:ascii="宋体"/>
                <w:b/>
                <w:spacing w:val="-4"/>
              </w:rPr>
              <w:t>审核意见</w:t>
            </w:r>
          </w:p>
        </w:tc>
        <w:tc>
          <w:tcPr>
            <w:tcW w:w="8437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center"/>
              <w:rPr>
                <w:rFonts w:ascii="宋体"/>
                <w:i/>
                <w:vanish/>
                <w:sz w:val="28"/>
                <w:szCs w:val="28"/>
              </w:rPr>
            </w:pPr>
            <w:r>
              <w:rPr>
                <w:rFonts w:hint="eastAsia" w:ascii="宋体"/>
                <w:i/>
                <w:vanish/>
                <w:sz w:val="28"/>
                <w:szCs w:val="28"/>
              </w:rPr>
              <w:t>未设责任教授的博士学位授权点略过此步骤</w:t>
            </w: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ind w:firstLine="2520" w:firstLineChars="1200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责任教授签章：              </w:t>
            </w:r>
            <w:r>
              <w:rPr>
                <w:rFonts w:hint="eastAsia" w:ascii="宋体" w:hAnsi="宋体"/>
              </w:rPr>
              <w:t xml:space="preserve">  年     月     日</w:t>
            </w:r>
          </w:p>
          <w:p>
            <w:pPr>
              <w:snapToGrid w:val="0"/>
              <w:ind w:firstLine="1560" w:firstLineChars="1200"/>
              <w:rPr>
                <w:rFonts w:ascii="宋体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2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/>
                <w:b/>
                <w:spacing w:val="-4"/>
              </w:rPr>
            </w:pPr>
            <w:r>
              <w:rPr>
                <w:rFonts w:hint="eastAsia" w:ascii="宋体"/>
                <w:b/>
                <w:spacing w:val="-4"/>
              </w:rPr>
              <w:t>学位</w:t>
            </w:r>
            <w:r>
              <w:rPr>
                <w:rFonts w:ascii="宋体"/>
                <w:b/>
                <w:spacing w:val="-4"/>
              </w:rPr>
              <w:t>分委会</w:t>
            </w:r>
          </w:p>
          <w:p>
            <w:pPr>
              <w:snapToGrid w:val="0"/>
              <w:spacing w:line="360" w:lineRule="auto"/>
              <w:jc w:val="center"/>
              <w:rPr>
                <w:rFonts w:ascii="宋体"/>
                <w:b/>
                <w:spacing w:val="-4"/>
              </w:rPr>
            </w:pPr>
            <w:r>
              <w:rPr>
                <w:rFonts w:ascii="宋体"/>
                <w:b/>
                <w:spacing w:val="-4"/>
              </w:rPr>
              <w:t>审核意见</w:t>
            </w:r>
          </w:p>
          <w:p>
            <w:pPr>
              <w:snapToGrid w:val="0"/>
              <w:spacing w:line="360" w:lineRule="auto"/>
              <w:jc w:val="center"/>
              <w:rPr>
                <w:rFonts w:ascii="宋体"/>
              </w:rPr>
            </w:pPr>
          </w:p>
          <w:p>
            <w:pPr>
              <w:snapToGrid w:val="0"/>
              <w:spacing w:line="300" w:lineRule="auto"/>
              <w:jc w:val="left"/>
              <w:rPr>
                <w:rFonts w:ascii="宋体"/>
                <w:b/>
                <w:spacing w:val="-4"/>
              </w:rPr>
            </w:pPr>
            <w:r>
              <w:rPr>
                <w:rFonts w:hint="eastAsia" w:ascii="宋体"/>
              </w:rPr>
              <w:t>注</w:t>
            </w:r>
            <w:r>
              <w:rPr>
                <w:rFonts w:ascii="宋体"/>
              </w:rPr>
              <w:t>：</w:t>
            </w:r>
            <w:r>
              <w:rPr>
                <w:rFonts w:hint="eastAsia" w:ascii="宋体"/>
              </w:rPr>
              <w:t>须列出</w:t>
            </w:r>
            <w:r>
              <w:t>是否同意</w:t>
            </w:r>
            <w:r>
              <w:rPr>
                <w:rFonts w:hint="eastAsia"/>
              </w:rPr>
              <w:t>博士生</w:t>
            </w:r>
            <w:r>
              <w:rPr>
                <w:rFonts w:ascii="宋体"/>
              </w:rPr>
              <w:t>提起相关诉求</w:t>
            </w:r>
            <w:r>
              <w:rPr>
                <w:rFonts w:hint="eastAsia" w:ascii="宋体"/>
              </w:rPr>
              <w:t>的</w:t>
            </w:r>
            <w:r>
              <w:rPr>
                <w:rFonts w:ascii="宋体"/>
              </w:rPr>
              <w:t>理由</w:t>
            </w:r>
            <w:r>
              <w:rPr>
                <w:rFonts w:hint="eastAsia" w:ascii="宋体"/>
              </w:rPr>
              <w:t>。</w:t>
            </w:r>
          </w:p>
        </w:tc>
        <w:tc>
          <w:tcPr>
            <w:tcW w:w="8437" w:type="dxa"/>
            <w:gridSpan w:val="7"/>
            <w:vAlign w:val="center"/>
          </w:tcPr>
          <w:p>
            <w:pPr>
              <w:snapToGrid w:val="0"/>
              <w:spacing w:beforeLines="50"/>
              <w:jc w:val="left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委员</w:t>
            </w:r>
            <w:r>
              <w:rPr>
                <w:rFonts w:ascii="宋体"/>
                <w:b/>
              </w:rPr>
              <w:t xml:space="preserve">一： </w:t>
            </w: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ind w:firstLine="3255" w:firstLineChars="155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委员签章：              </w:t>
            </w:r>
            <w:r>
              <w:rPr>
                <w:rFonts w:hint="eastAsia" w:ascii="宋体" w:hAnsi="宋体"/>
              </w:rPr>
              <w:t xml:space="preserve">  年     月     日</w:t>
            </w:r>
          </w:p>
          <w:p>
            <w:pPr>
              <w:snapToGrid w:val="0"/>
              <w:jc w:val="left"/>
              <w:rPr>
                <w:rFonts w:ascii="宋体"/>
              </w:rPr>
            </w:pPr>
          </w:p>
        </w:tc>
      </w:tr>
    </w:tbl>
    <w:p/>
    <w:tbl>
      <w:tblPr>
        <w:tblStyle w:val="13"/>
        <w:tblW w:w="996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4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2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/>
                <w:b/>
                <w:spacing w:val="-4"/>
              </w:rPr>
            </w:pPr>
            <w:r>
              <w:rPr>
                <w:rFonts w:hint="eastAsia" w:ascii="宋体"/>
                <w:b/>
                <w:spacing w:val="-4"/>
              </w:rPr>
              <w:t>学位</w:t>
            </w:r>
            <w:r>
              <w:rPr>
                <w:rFonts w:ascii="宋体"/>
                <w:b/>
                <w:spacing w:val="-4"/>
              </w:rPr>
              <w:t>分委会</w:t>
            </w:r>
          </w:p>
          <w:p>
            <w:pPr>
              <w:snapToGrid w:val="0"/>
              <w:spacing w:line="360" w:lineRule="auto"/>
              <w:jc w:val="center"/>
              <w:rPr>
                <w:rFonts w:ascii="宋体"/>
                <w:b/>
                <w:spacing w:val="-4"/>
              </w:rPr>
            </w:pPr>
            <w:r>
              <w:rPr>
                <w:rFonts w:ascii="宋体"/>
                <w:b/>
                <w:spacing w:val="-4"/>
              </w:rPr>
              <w:t>审核意见</w:t>
            </w:r>
          </w:p>
          <w:p>
            <w:pPr>
              <w:snapToGrid w:val="0"/>
              <w:spacing w:line="360" w:lineRule="auto"/>
              <w:jc w:val="center"/>
              <w:rPr>
                <w:rFonts w:ascii="宋体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/>
                <w:b/>
                <w:spacing w:val="-4"/>
              </w:rPr>
            </w:pPr>
            <w:r>
              <w:rPr>
                <w:rFonts w:hint="eastAsia" w:ascii="宋体"/>
              </w:rPr>
              <w:t>注</w:t>
            </w:r>
            <w:r>
              <w:rPr>
                <w:rFonts w:ascii="宋体"/>
              </w:rPr>
              <w:t>：</w:t>
            </w:r>
            <w:r>
              <w:rPr>
                <w:rFonts w:hint="eastAsia" w:ascii="宋体"/>
              </w:rPr>
              <w:t>须列出</w:t>
            </w:r>
            <w:r>
              <w:t>是否同意</w:t>
            </w:r>
            <w:r>
              <w:rPr>
                <w:rFonts w:hint="eastAsia"/>
              </w:rPr>
              <w:t>博士生</w:t>
            </w:r>
            <w:r>
              <w:rPr>
                <w:rFonts w:ascii="宋体"/>
              </w:rPr>
              <w:t>提起相关诉求</w:t>
            </w:r>
            <w:r>
              <w:rPr>
                <w:rFonts w:hint="eastAsia" w:ascii="宋体"/>
              </w:rPr>
              <w:t>的</w:t>
            </w:r>
            <w:r>
              <w:rPr>
                <w:rFonts w:ascii="宋体"/>
              </w:rPr>
              <w:t>理由</w:t>
            </w:r>
            <w:r>
              <w:rPr>
                <w:rFonts w:hint="eastAsia" w:ascii="宋体"/>
              </w:rPr>
              <w:t>。</w:t>
            </w:r>
          </w:p>
        </w:tc>
        <w:tc>
          <w:tcPr>
            <w:tcW w:w="8437" w:type="dxa"/>
            <w:vAlign w:val="center"/>
          </w:tcPr>
          <w:p>
            <w:pPr>
              <w:snapToGrid w:val="0"/>
              <w:spacing w:beforeLines="50"/>
              <w:jc w:val="left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委员二</w:t>
            </w:r>
            <w:r>
              <w:rPr>
                <w:rFonts w:ascii="宋体"/>
                <w:b/>
              </w:rPr>
              <w:t>：</w:t>
            </w: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ind w:firstLine="3255" w:firstLineChars="155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委员签章：               </w:t>
            </w:r>
            <w:r>
              <w:rPr>
                <w:rFonts w:hint="eastAsia" w:ascii="宋体" w:hAnsi="宋体"/>
              </w:rPr>
              <w:t xml:space="preserve">  年     月     日</w:t>
            </w:r>
          </w:p>
          <w:p>
            <w:pPr>
              <w:snapToGrid w:val="0"/>
              <w:jc w:val="left"/>
              <w:rPr>
                <w:rFonts w:ascii="宋体"/>
              </w:rPr>
            </w:pPr>
          </w:p>
        </w:tc>
      </w:tr>
    </w:tbl>
    <w:p/>
    <w:tbl>
      <w:tblPr>
        <w:tblStyle w:val="13"/>
        <w:tblW w:w="996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4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26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/>
                <w:b/>
                <w:spacing w:val="-4"/>
              </w:rPr>
            </w:pPr>
            <w:r>
              <w:rPr>
                <w:rFonts w:hint="eastAsia" w:ascii="宋体"/>
                <w:b/>
                <w:spacing w:val="-4"/>
              </w:rPr>
              <w:t>学位</w:t>
            </w:r>
            <w:r>
              <w:rPr>
                <w:rFonts w:ascii="宋体"/>
                <w:b/>
                <w:spacing w:val="-4"/>
              </w:rPr>
              <w:t>分委会</w:t>
            </w:r>
          </w:p>
          <w:p>
            <w:pPr>
              <w:snapToGrid w:val="0"/>
              <w:spacing w:line="360" w:lineRule="auto"/>
              <w:jc w:val="center"/>
              <w:rPr>
                <w:rFonts w:ascii="宋体"/>
                <w:b/>
                <w:spacing w:val="-4"/>
              </w:rPr>
            </w:pPr>
            <w:r>
              <w:rPr>
                <w:rFonts w:ascii="宋体"/>
                <w:b/>
                <w:spacing w:val="-4"/>
              </w:rPr>
              <w:t>审核意见</w:t>
            </w:r>
          </w:p>
          <w:p>
            <w:pPr>
              <w:snapToGrid w:val="0"/>
              <w:spacing w:line="360" w:lineRule="auto"/>
              <w:jc w:val="center"/>
              <w:rPr>
                <w:rFonts w:ascii="宋体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/>
                <w:b/>
                <w:spacing w:val="-4"/>
              </w:rPr>
            </w:pPr>
            <w:r>
              <w:rPr>
                <w:rFonts w:hint="eastAsia" w:ascii="宋体"/>
              </w:rPr>
              <w:t>注</w:t>
            </w:r>
            <w:r>
              <w:rPr>
                <w:rFonts w:ascii="宋体"/>
              </w:rPr>
              <w:t>：</w:t>
            </w:r>
            <w:r>
              <w:rPr>
                <w:rFonts w:hint="eastAsia" w:ascii="宋体"/>
              </w:rPr>
              <w:t>须列出</w:t>
            </w:r>
            <w:r>
              <w:t>是否同意</w:t>
            </w:r>
            <w:r>
              <w:rPr>
                <w:rFonts w:hint="eastAsia"/>
              </w:rPr>
              <w:t>博士生</w:t>
            </w:r>
            <w:r>
              <w:rPr>
                <w:rFonts w:ascii="宋体"/>
              </w:rPr>
              <w:t>提起相关诉求</w:t>
            </w:r>
            <w:r>
              <w:rPr>
                <w:rFonts w:hint="eastAsia" w:ascii="宋体"/>
              </w:rPr>
              <w:t>的</w:t>
            </w:r>
            <w:r>
              <w:rPr>
                <w:rFonts w:ascii="宋体"/>
              </w:rPr>
              <w:t>理由</w:t>
            </w:r>
            <w:r>
              <w:rPr>
                <w:rFonts w:hint="eastAsia" w:ascii="宋体"/>
              </w:rPr>
              <w:t>。</w:t>
            </w:r>
          </w:p>
        </w:tc>
        <w:tc>
          <w:tcPr>
            <w:tcW w:w="8437" w:type="dxa"/>
            <w:vAlign w:val="center"/>
          </w:tcPr>
          <w:p>
            <w:pPr>
              <w:snapToGrid w:val="0"/>
              <w:spacing w:beforeLines="50"/>
              <w:jc w:val="left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委员三</w:t>
            </w:r>
            <w:r>
              <w:rPr>
                <w:rFonts w:ascii="宋体"/>
                <w:b/>
              </w:rPr>
              <w:t>：</w:t>
            </w: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ind w:firstLine="3255" w:firstLineChars="155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委员签章：               </w:t>
            </w:r>
            <w:r>
              <w:rPr>
                <w:rFonts w:hint="eastAsia" w:ascii="宋体" w:hAnsi="宋体"/>
              </w:rPr>
              <w:t xml:space="preserve">  年     月     日</w:t>
            </w:r>
          </w:p>
          <w:p>
            <w:pPr>
              <w:snapToGrid w:val="0"/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26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/>
                <w:b/>
                <w:spacing w:val="-4"/>
              </w:rPr>
            </w:pPr>
          </w:p>
        </w:tc>
        <w:tc>
          <w:tcPr>
            <w:tcW w:w="8437" w:type="dxa"/>
            <w:vAlign w:val="center"/>
          </w:tcPr>
          <w:p>
            <w:pPr>
              <w:snapToGrid w:val="0"/>
              <w:spacing w:beforeLines="50"/>
              <w:jc w:val="left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分委会</w:t>
            </w:r>
            <w:r>
              <w:rPr>
                <w:rFonts w:ascii="宋体"/>
                <w:b/>
              </w:rPr>
              <w:t>主席：</w:t>
            </w: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</w:p>
          <w:p>
            <w:pPr>
              <w:snapToGrid w:val="0"/>
              <w:jc w:val="center"/>
              <w:rPr>
                <w:rFonts w:ascii="宋体"/>
              </w:rPr>
            </w:pPr>
          </w:p>
          <w:p>
            <w:pPr>
              <w:snapToGrid w:val="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          主席签章：                </w:t>
            </w:r>
            <w:r>
              <w:rPr>
                <w:rFonts w:hint="eastAsia" w:ascii="宋体" w:hAnsi="宋体"/>
              </w:rPr>
              <w:t xml:space="preserve">  年     月     日</w:t>
            </w:r>
          </w:p>
          <w:p>
            <w:pPr>
              <w:snapToGrid w:val="0"/>
              <w:jc w:val="left"/>
              <w:rPr>
                <w:rFonts w:ascii="宋体"/>
                <w:sz w:val="13"/>
                <w:szCs w:val="13"/>
              </w:rPr>
            </w:pPr>
          </w:p>
        </w:tc>
      </w:tr>
    </w:tbl>
    <w:p>
      <w:pPr>
        <w:spacing w:line="260" w:lineRule="exact"/>
      </w:pPr>
      <w:r>
        <w:rPr>
          <w:rFonts w:hint="eastAsia"/>
          <w:b/>
        </w:rPr>
        <w:t>注：</w:t>
      </w:r>
    </w:p>
    <w:p>
      <w:pPr>
        <w:spacing w:line="420" w:lineRule="exact"/>
        <w:ind w:firstLine="315" w:firstLineChars="150"/>
        <w:rPr>
          <w:rFonts w:ascii="仿宋_GB2312" w:eastAsia="仿宋_GB2312"/>
          <w:szCs w:val="21"/>
        </w:rPr>
      </w:pPr>
      <w:r>
        <w:t xml:space="preserve"> </w:t>
      </w:r>
      <w:r>
        <w:rPr>
          <w:rFonts w:hint="eastAsia"/>
        </w:rPr>
        <w:t>请将</w:t>
      </w:r>
      <w:r>
        <w:t>本表</w:t>
      </w:r>
      <w:r>
        <w:rPr>
          <w:rFonts w:hint="eastAsia"/>
        </w:rPr>
        <w:t>连同专家评阅意见书及学位论文依次提交给导师、责任教授、学位</w:t>
      </w:r>
      <w:r>
        <w:t>分委员会委员</w:t>
      </w:r>
      <w:r>
        <w:rPr>
          <w:rFonts w:hint="eastAsia"/>
        </w:rPr>
        <w:t>及</w:t>
      </w:r>
      <w:r>
        <w:t>主席</w:t>
      </w:r>
      <w:r>
        <w:rPr>
          <w:rFonts w:hint="eastAsia"/>
        </w:rPr>
        <w:t>审核，待全部同意后，将本表及相关材料提交至学院教学科研办研究生秘书。</w:t>
      </w: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644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page" w:x="14061" w:y="58"/>
      <w:jc w:val="right"/>
      <w:rPr>
        <w:rStyle w:val="16"/>
        <w:rFonts w:ascii="仿宋_GB2312" w:eastAsia="仿宋_GB2312"/>
        <w:sz w:val="32"/>
        <w:szCs w:val="32"/>
      </w:rPr>
    </w:pPr>
    <w:r>
      <w:rPr>
        <w:rFonts w:hint="eastAsia" w:ascii="仿宋_GB2312" w:eastAsia="仿宋_GB2312"/>
        <w:sz w:val="32"/>
        <w:szCs w:val="32"/>
      </w:rPr>
      <w:fldChar w:fldCharType="begin"/>
    </w:r>
    <w:r>
      <w:rPr>
        <w:rStyle w:val="16"/>
        <w:rFonts w:hint="eastAsia" w:ascii="仿宋_GB2312" w:eastAsia="仿宋_GB2312"/>
        <w:sz w:val="32"/>
        <w:szCs w:val="32"/>
      </w:rPr>
      <w:instrText xml:space="preserve">PAGE  </w:instrText>
    </w:r>
    <w:r>
      <w:rPr>
        <w:rFonts w:hint="eastAsia" w:ascii="仿宋_GB2312" w:eastAsia="仿宋_GB2312"/>
        <w:sz w:val="32"/>
        <w:szCs w:val="32"/>
      </w:rPr>
      <w:fldChar w:fldCharType="separate"/>
    </w:r>
    <w:r>
      <w:rPr>
        <w:rStyle w:val="16"/>
        <w:rFonts w:ascii="仿宋_GB2312" w:eastAsia="仿宋_GB2312"/>
        <w:sz w:val="32"/>
        <w:szCs w:val="32"/>
      </w:rPr>
      <w:t>- 17 -</w:t>
    </w:r>
    <w:r>
      <w:rPr>
        <w:rFonts w:hint="eastAsia" w:ascii="仿宋_GB2312" w:eastAsia="仿宋_GB2312"/>
        <w:sz w:val="32"/>
        <w:szCs w:val="32"/>
      </w:rPr>
      <w:fldChar w:fldCharType="end"/>
    </w:r>
  </w:p>
  <w:p>
    <w:pPr>
      <w:pStyle w:val="9"/>
      <w:ind w:right="360" w:firstLine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y="1"/>
      <w:rPr>
        <w:rStyle w:val="16"/>
        <w:rFonts w:ascii="仿宋_GB2312" w:eastAsia="仿宋_GB2312"/>
        <w:sz w:val="32"/>
        <w:szCs w:val="32"/>
      </w:rPr>
    </w:pPr>
    <w:r>
      <w:rPr>
        <w:rFonts w:hint="eastAsia" w:ascii="仿宋_GB2312" w:eastAsia="仿宋_GB2312"/>
        <w:sz w:val="32"/>
        <w:szCs w:val="32"/>
      </w:rPr>
      <w:fldChar w:fldCharType="begin"/>
    </w:r>
    <w:r>
      <w:rPr>
        <w:rStyle w:val="16"/>
        <w:rFonts w:hint="eastAsia" w:ascii="仿宋_GB2312" w:eastAsia="仿宋_GB2312"/>
        <w:sz w:val="32"/>
        <w:szCs w:val="32"/>
      </w:rPr>
      <w:instrText xml:space="preserve">PAGE  </w:instrText>
    </w:r>
    <w:r>
      <w:rPr>
        <w:rFonts w:hint="eastAsia" w:ascii="仿宋_GB2312" w:eastAsia="仿宋_GB2312"/>
        <w:sz w:val="32"/>
        <w:szCs w:val="32"/>
      </w:rPr>
      <w:fldChar w:fldCharType="separate"/>
    </w:r>
    <w:r>
      <w:rPr>
        <w:rStyle w:val="16"/>
        <w:rFonts w:ascii="仿宋_GB2312" w:eastAsia="仿宋_GB2312"/>
        <w:sz w:val="32"/>
        <w:szCs w:val="32"/>
      </w:rPr>
      <w:t>- 16 -</w:t>
    </w:r>
    <w:r>
      <w:rPr>
        <w:rFonts w:hint="eastAsia" w:ascii="仿宋_GB2312" w:eastAsia="仿宋_GB2312"/>
        <w:sz w:val="32"/>
        <w:szCs w:val="32"/>
      </w:rPr>
      <w:fldChar w:fldCharType="end"/>
    </w:r>
    <w:r>
      <w:rPr>
        <w:rStyle w:val="16"/>
        <w:rFonts w:hint="eastAsia" w:ascii="仿宋_GB2312" w:eastAsia="仿宋_GB2312"/>
        <w:sz w:val="32"/>
        <w:szCs w:val="32"/>
      </w:rPr>
      <w:t xml:space="preserve"> </w:t>
    </w:r>
  </w:p>
  <w:p>
    <w:pPr>
      <w:pStyle w:val="9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D016B8"/>
    <w:multiLevelType w:val="multilevel"/>
    <w:tmpl w:val="32D016B8"/>
    <w:lvl w:ilvl="0" w:tentative="0">
      <w:start w:val="0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425"/>
  <w:evenAndOddHeaders w:val="1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fieldCopyNum" w:val="0000001"/>
    <w:docVar w:name="fieldSecreteDeg" w:val="绝密"/>
    <w:docVar w:name="fieldSecreteLen" w:val="★一年"/>
    <w:docVar w:name="fieldUrgencyDeg" w:val="特  急"/>
  </w:docVars>
  <w:rsids>
    <w:rsidRoot w:val="000033E6"/>
    <w:rsid w:val="000032C4"/>
    <w:rsid w:val="000033E6"/>
    <w:rsid w:val="0000497E"/>
    <w:rsid w:val="000116D6"/>
    <w:rsid w:val="00011D9E"/>
    <w:rsid w:val="00015C55"/>
    <w:rsid w:val="0001646A"/>
    <w:rsid w:val="00016F22"/>
    <w:rsid w:val="00021196"/>
    <w:rsid w:val="0002195D"/>
    <w:rsid w:val="00021FE9"/>
    <w:rsid w:val="000223CE"/>
    <w:rsid w:val="00027202"/>
    <w:rsid w:val="000319B5"/>
    <w:rsid w:val="000343D2"/>
    <w:rsid w:val="00035E3A"/>
    <w:rsid w:val="00037246"/>
    <w:rsid w:val="0003726A"/>
    <w:rsid w:val="0003727C"/>
    <w:rsid w:val="0004414D"/>
    <w:rsid w:val="0004444E"/>
    <w:rsid w:val="00045AA2"/>
    <w:rsid w:val="000469FA"/>
    <w:rsid w:val="000514EF"/>
    <w:rsid w:val="000518CB"/>
    <w:rsid w:val="00052654"/>
    <w:rsid w:val="00055332"/>
    <w:rsid w:val="00056308"/>
    <w:rsid w:val="0005642F"/>
    <w:rsid w:val="00057574"/>
    <w:rsid w:val="00061BA8"/>
    <w:rsid w:val="000628B5"/>
    <w:rsid w:val="00063359"/>
    <w:rsid w:val="00063ED8"/>
    <w:rsid w:val="00064041"/>
    <w:rsid w:val="00066A8E"/>
    <w:rsid w:val="00071B3D"/>
    <w:rsid w:val="00071FDC"/>
    <w:rsid w:val="00072F21"/>
    <w:rsid w:val="000735B2"/>
    <w:rsid w:val="00073F8D"/>
    <w:rsid w:val="00076C1D"/>
    <w:rsid w:val="00077041"/>
    <w:rsid w:val="00077BDD"/>
    <w:rsid w:val="0008214A"/>
    <w:rsid w:val="0008329E"/>
    <w:rsid w:val="0008452A"/>
    <w:rsid w:val="00085526"/>
    <w:rsid w:val="0008594C"/>
    <w:rsid w:val="00090BC8"/>
    <w:rsid w:val="0009154F"/>
    <w:rsid w:val="00092B16"/>
    <w:rsid w:val="00093DD3"/>
    <w:rsid w:val="000946C0"/>
    <w:rsid w:val="00095E4C"/>
    <w:rsid w:val="00096803"/>
    <w:rsid w:val="00096A3E"/>
    <w:rsid w:val="000A03EA"/>
    <w:rsid w:val="000A0D25"/>
    <w:rsid w:val="000A2A4C"/>
    <w:rsid w:val="000A3563"/>
    <w:rsid w:val="000A37D8"/>
    <w:rsid w:val="000A4BD3"/>
    <w:rsid w:val="000B192A"/>
    <w:rsid w:val="000B1E36"/>
    <w:rsid w:val="000B2D68"/>
    <w:rsid w:val="000B3B86"/>
    <w:rsid w:val="000B6CD4"/>
    <w:rsid w:val="000C07B0"/>
    <w:rsid w:val="000C1C1B"/>
    <w:rsid w:val="000C1DD9"/>
    <w:rsid w:val="000C1F65"/>
    <w:rsid w:val="000C2351"/>
    <w:rsid w:val="000C26ED"/>
    <w:rsid w:val="000C2992"/>
    <w:rsid w:val="000C3116"/>
    <w:rsid w:val="000C619A"/>
    <w:rsid w:val="000C7BFC"/>
    <w:rsid w:val="000C7CEE"/>
    <w:rsid w:val="000D1CD2"/>
    <w:rsid w:val="000D2146"/>
    <w:rsid w:val="000D28AB"/>
    <w:rsid w:val="000D4220"/>
    <w:rsid w:val="000D672D"/>
    <w:rsid w:val="000D675B"/>
    <w:rsid w:val="000D67C1"/>
    <w:rsid w:val="000D7660"/>
    <w:rsid w:val="000E0745"/>
    <w:rsid w:val="000E13BB"/>
    <w:rsid w:val="000E14E9"/>
    <w:rsid w:val="000E27EE"/>
    <w:rsid w:val="000E3A19"/>
    <w:rsid w:val="000E4ED8"/>
    <w:rsid w:val="000E659A"/>
    <w:rsid w:val="000F0D62"/>
    <w:rsid w:val="000F12F4"/>
    <w:rsid w:val="000F70AB"/>
    <w:rsid w:val="00100F54"/>
    <w:rsid w:val="00106E29"/>
    <w:rsid w:val="00113C09"/>
    <w:rsid w:val="001159EE"/>
    <w:rsid w:val="00115B59"/>
    <w:rsid w:val="001162C3"/>
    <w:rsid w:val="00117BE3"/>
    <w:rsid w:val="00122649"/>
    <w:rsid w:val="00123169"/>
    <w:rsid w:val="00124153"/>
    <w:rsid w:val="0012557D"/>
    <w:rsid w:val="0012749D"/>
    <w:rsid w:val="001275FC"/>
    <w:rsid w:val="001279FE"/>
    <w:rsid w:val="00127E7E"/>
    <w:rsid w:val="00130AC2"/>
    <w:rsid w:val="00133ABB"/>
    <w:rsid w:val="001362EF"/>
    <w:rsid w:val="0014115A"/>
    <w:rsid w:val="00141312"/>
    <w:rsid w:val="001433B7"/>
    <w:rsid w:val="001458F3"/>
    <w:rsid w:val="00145C04"/>
    <w:rsid w:val="0014618E"/>
    <w:rsid w:val="00146683"/>
    <w:rsid w:val="00146CF2"/>
    <w:rsid w:val="001500B5"/>
    <w:rsid w:val="00151972"/>
    <w:rsid w:val="00154A17"/>
    <w:rsid w:val="00154AD1"/>
    <w:rsid w:val="00156823"/>
    <w:rsid w:val="001573B1"/>
    <w:rsid w:val="00160C80"/>
    <w:rsid w:val="0016181F"/>
    <w:rsid w:val="00161A5D"/>
    <w:rsid w:val="00162B13"/>
    <w:rsid w:val="00163092"/>
    <w:rsid w:val="00163836"/>
    <w:rsid w:val="00166682"/>
    <w:rsid w:val="0016750C"/>
    <w:rsid w:val="0017117D"/>
    <w:rsid w:val="001714C5"/>
    <w:rsid w:val="0017398D"/>
    <w:rsid w:val="001756D7"/>
    <w:rsid w:val="00176299"/>
    <w:rsid w:val="00176BE6"/>
    <w:rsid w:val="001816DC"/>
    <w:rsid w:val="001822F9"/>
    <w:rsid w:val="0018392D"/>
    <w:rsid w:val="00184D71"/>
    <w:rsid w:val="00185BDB"/>
    <w:rsid w:val="00185DE1"/>
    <w:rsid w:val="00187C74"/>
    <w:rsid w:val="00190290"/>
    <w:rsid w:val="0019279E"/>
    <w:rsid w:val="00195370"/>
    <w:rsid w:val="00196B5A"/>
    <w:rsid w:val="001A3AC5"/>
    <w:rsid w:val="001A6BE2"/>
    <w:rsid w:val="001A7F93"/>
    <w:rsid w:val="001B0BD2"/>
    <w:rsid w:val="001B13C7"/>
    <w:rsid w:val="001B1523"/>
    <w:rsid w:val="001B224A"/>
    <w:rsid w:val="001B3D44"/>
    <w:rsid w:val="001B5E43"/>
    <w:rsid w:val="001B74AC"/>
    <w:rsid w:val="001C10E0"/>
    <w:rsid w:val="001C26F1"/>
    <w:rsid w:val="001C2F2B"/>
    <w:rsid w:val="001C5E1C"/>
    <w:rsid w:val="001C605A"/>
    <w:rsid w:val="001C7826"/>
    <w:rsid w:val="001C7AE6"/>
    <w:rsid w:val="001D0F5D"/>
    <w:rsid w:val="001D234E"/>
    <w:rsid w:val="001D3AA3"/>
    <w:rsid w:val="001D5015"/>
    <w:rsid w:val="001E002F"/>
    <w:rsid w:val="001E0B40"/>
    <w:rsid w:val="001E2660"/>
    <w:rsid w:val="001E2A29"/>
    <w:rsid w:val="001E5027"/>
    <w:rsid w:val="001E65B9"/>
    <w:rsid w:val="001E71FB"/>
    <w:rsid w:val="001F1159"/>
    <w:rsid w:val="001F2A39"/>
    <w:rsid w:val="001F3FF0"/>
    <w:rsid w:val="001F45CA"/>
    <w:rsid w:val="001F461C"/>
    <w:rsid w:val="001F51A6"/>
    <w:rsid w:val="001F51BD"/>
    <w:rsid w:val="001F7A8E"/>
    <w:rsid w:val="00201B7B"/>
    <w:rsid w:val="00201B8A"/>
    <w:rsid w:val="00207239"/>
    <w:rsid w:val="002072E7"/>
    <w:rsid w:val="0021083F"/>
    <w:rsid w:val="00212F93"/>
    <w:rsid w:val="002130DB"/>
    <w:rsid w:val="00214C56"/>
    <w:rsid w:val="00215CA8"/>
    <w:rsid w:val="002163BD"/>
    <w:rsid w:val="00216994"/>
    <w:rsid w:val="00216D12"/>
    <w:rsid w:val="002173E1"/>
    <w:rsid w:val="00222046"/>
    <w:rsid w:val="002221EC"/>
    <w:rsid w:val="00224B92"/>
    <w:rsid w:val="002266E0"/>
    <w:rsid w:val="002272D8"/>
    <w:rsid w:val="00230034"/>
    <w:rsid w:val="002308EB"/>
    <w:rsid w:val="00231D1E"/>
    <w:rsid w:val="00234C3A"/>
    <w:rsid w:val="00235EC3"/>
    <w:rsid w:val="0024188F"/>
    <w:rsid w:val="00244BDA"/>
    <w:rsid w:val="00245635"/>
    <w:rsid w:val="00255DC8"/>
    <w:rsid w:val="00256644"/>
    <w:rsid w:val="002607AE"/>
    <w:rsid w:val="002610DF"/>
    <w:rsid w:val="00263D3D"/>
    <w:rsid w:val="00264D24"/>
    <w:rsid w:val="0026724B"/>
    <w:rsid w:val="002676F2"/>
    <w:rsid w:val="002708AA"/>
    <w:rsid w:val="00272677"/>
    <w:rsid w:val="002771FE"/>
    <w:rsid w:val="002802D1"/>
    <w:rsid w:val="002813A4"/>
    <w:rsid w:val="002813D7"/>
    <w:rsid w:val="002829E8"/>
    <w:rsid w:val="002831E3"/>
    <w:rsid w:val="0028421B"/>
    <w:rsid w:val="002847A9"/>
    <w:rsid w:val="002860A8"/>
    <w:rsid w:val="00286948"/>
    <w:rsid w:val="002913D7"/>
    <w:rsid w:val="00292999"/>
    <w:rsid w:val="00292A26"/>
    <w:rsid w:val="0029545F"/>
    <w:rsid w:val="00295F01"/>
    <w:rsid w:val="002979EB"/>
    <w:rsid w:val="002A0454"/>
    <w:rsid w:val="002A20D2"/>
    <w:rsid w:val="002A2655"/>
    <w:rsid w:val="002A2FC8"/>
    <w:rsid w:val="002A614D"/>
    <w:rsid w:val="002A61FE"/>
    <w:rsid w:val="002A7E1B"/>
    <w:rsid w:val="002B0165"/>
    <w:rsid w:val="002B030B"/>
    <w:rsid w:val="002B0447"/>
    <w:rsid w:val="002B172E"/>
    <w:rsid w:val="002B1FAF"/>
    <w:rsid w:val="002B3C0E"/>
    <w:rsid w:val="002B3F47"/>
    <w:rsid w:val="002B7BFE"/>
    <w:rsid w:val="002C125F"/>
    <w:rsid w:val="002C29F9"/>
    <w:rsid w:val="002C30F3"/>
    <w:rsid w:val="002C34BC"/>
    <w:rsid w:val="002C3667"/>
    <w:rsid w:val="002C4846"/>
    <w:rsid w:val="002C57C8"/>
    <w:rsid w:val="002C71BC"/>
    <w:rsid w:val="002C733A"/>
    <w:rsid w:val="002C7392"/>
    <w:rsid w:val="002C7B0D"/>
    <w:rsid w:val="002D2D67"/>
    <w:rsid w:val="002D6D5A"/>
    <w:rsid w:val="002E1169"/>
    <w:rsid w:val="002E22F7"/>
    <w:rsid w:val="002E271A"/>
    <w:rsid w:val="002E5338"/>
    <w:rsid w:val="002E60C9"/>
    <w:rsid w:val="002E62CD"/>
    <w:rsid w:val="002E7BFA"/>
    <w:rsid w:val="002F06A4"/>
    <w:rsid w:val="002F0C86"/>
    <w:rsid w:val="002F1750"/>
    <w:rsid w:val="002F43C3"/>
    <w:rsid w:val="002F7ADC"/>
    <w:rsid w:val="0030070F"/>
    <w:rsid w:val="00300A28"/>
    <w:rsid w:val="00302961"/>
    <w:rsid w:val="00302B40"/>
    <w:rsid w:val="00302D72"/>
    <w:rsid w:val="00304211"/>
    <w:rsid w:val="00305ADB"/>
    <w:rsid w:val="003117C4"/>
    <w:rsid w:val="0031198A"/>
    <w:rsid w:val="00311EBA"/>
    <w:rsid w:val="003126BC"/>
    <w:rsid w:val="00314659"/>
    <w:rsid w:val="0032216D"/>
    <w:rsid w:val="003244FC"/>
    <w:rsid w:val="003251EA"/>
    <w:rsid w:val="00326B4B"/>
    <w:rsid w:val="003300A2"/>
    <w:rsid w:val="00332F63"/>
    <w:rsid w:val="003338B8"/>
    <w:rsid w:val="00336070"/>
    <w:rsid w:val="003408F1"/>
    <w:rsid w:val="00340E11"/>
    <w:rsid w:val="0034195D"/>
    <w:rsid w:val="003427BF"/>
    <w:rsid w:val="0034486D"/>
    <w:rsid w:val="00345FFE"/>
    <w:rsid w:val="003527A1"/>
    <w:rsid w:val="00352ECC"/>
    <w:rsid w:val="00353531"/>
    <w:rsid w:val="003576AB"/>
    <w:rsid w:val="00361BE3"/>
    <w:rsid w:val="00362520"/>
    <w:rsid w:val="003626B2"/>
    <w:rsid w:val="0036614B"/>
    <w:rsid w:val="003762AF"/>
    <w:rsid w:val="00380045"/>
    <w:rsid w:val="00380818"/>
    <w:rsid w:val="00381ADD"/>
    <w:rsid w:val="003835C3"/>
    <w:rsid w:val="00384516"/>
    <w:rsid w:val="00384F73"/>
    <w:rsid w:val="003850F3"/>
    <w:rsid w:val="00394A2D"/>
    <w:rsid w:val="00394EE7"/>
    <w:rsid w:val="00395986"/>
    <w:rsid w:val="00395DD0"/>
    <w:rsid w:val="00396151"/>
    <w:rsid w:val="0039726F"/>
    <w:rsid w:val="003977F8"/>
    <w:rsid w:val="003A02F7"/>
    <w:rsid w:val="003B2690"/>
    <w:rsid w:val="003C1ABA"/>
    <w:rsid w:val="003C2ACD"/>
    <w:rsid w:val="003C356A"/>
    <w:rsid w:val="003C44AD"/>
    <w:rsid w:val="003C7815"/>
    <w:rsid w:val="003D025E"/>
    <w:rsid w:val="003D3FD4"/>
    <w:rsid w:val="003D685A"/>
    <w:rsid w:val="003D72B6"/>
    <w:rsid w:val="003E00B8"/>
    <w:rsid w:val="003E4338"/>
    <w:rsid w:val="003E56DB"/>
    <w:rsid w:val="003F53D1"/>
    <w:rsid w:val="003F7377"/>
    <w:rsid w:val="003F7972"/>
    <w:rsid w:val="00400087"/>
    <w:rsid w:val="00401933"/>
    <w:rsid w:val="00403CB8"/>
    <w:rsid w:val="004109EB"/>
    <w:rsid w:val="00413D25"/>
    <w:rsid w:val="00414B3D"/>
    <w:rsid w:val="00415163"/>
    <w:rsid w:val="00417023"/>
    <w:rsid w:val="00422FD8"/>
    <w:rsid w:val="00423564"/>
    <w:rsid w:val="00423A06"/>
    <w:rsid w:val="004256E1"/>
    <w:rsid w:val="00426A24"/>
    <w:rsid w:val="00426BC6"/>
    <w:rsid w:val="0043106C"/>
    <w:rsid w:val="00431D1D"/>
    <w:rsid w:val="004331D4"/>
    <w:rsid w:val="00433EB3"/>
    <w:rsid w:val="00435891"/>
    <w:rsid w:val="00437414"/>
    <w:rsid w:val="00441462"/>
    <w:rsid w:val="00443C03"/>
    <w:rsid w:val="004442A9"/>
    <w:rsid w:val="004447F5"/>
    <w:rsid w:val="00445E71"/>
    <w:rsid w:val="00446965"/>
    <w:rsid w:val="004478D6"/>
    <w:rsid w:val="0045012E"/>
    <w:rsid w:val="0045087D"/>
    <w:rsid w:val="004517C0"/>
    <w:rsid w:val="00452960"/>
    <w:rsid w:val="00455AEB"/>
    <w:rsid w:val="00456D85"/>
    <w:rsid w:val="00462CE7"/>
    <w:rsid w:val="004640AC"/>
    <w:rsid w:val="00465938"/>
    <w:rsid w:val="00466ADE"/>
    <w:rsid w:val="0047007A"/>
    <w:rsid w:val="00470855"/>
    <w:rsid w:val="00471F85"/>
    <w:rsid w:val="0047298A"/>
    <w:rsid w:val="0047395F"/>
    <w:rsid w:val="00474379"/>
    <w:rsid w:val="004743AE"/>
    <w:rsid w:val="004773E8"/>
    <w:rsid w:val="00477A7C"/>
    <w:rsid w:val="00477BDA"/>
    <w:rsid w:val="0048272B"/>
    <w:rsid w:val="00483067"/>
    <w:rsid w:val="0048557C"/>
    <w:rsid w:val="0048558C"/>
    <w:rsid w:val="00485911"/>
    <w:rsid w:val="004917A6"/>
    <w:rsid w:val="00492F01"/>
    <w:rsid w:val="004930E7"/>
    <w:rsid w:val="00494E68"/>
    <w:rsid w:val="004A0739"/>
    <w:rsid w:val="004A0B08"/>
    <w:rsid w:val="004A4AB7"/>
    <w:rsid w:val="004A5BFB"/>
    <w:rsid w:val="004A6E22"/>
    <w:rsid w:val="004B03D9"/>
    <w:rsid w:val="004B50EB"/>
    <w:rsid w:val="004B5E89"/>
    <w:rsid w:val="004C06B5"/>
    <w:rsid w:val="004C50A0"/>
    <w:rsid w:val="004C580F"/>
    <w:rsid w:val="004C75AF"/>
    <w:rsid w:val="004D0C3F"/>
    <w:rsid w:val="004D18B4"/>
    <w:rsid w:val="004D319D"/>
    <w:rsid w:val="004E0998"/>
    <w:rsid w:val="004E1FF8"/>
    <w:rsid w:val="004E2805"/>
    <w:rsid w:val="004E3374"/>
    <w:rsid w:val="004E3EAC"/>
    <w:rsid w:val="004E463A"/>
    <w:rsid w:val="004E47DB"/>
    <w:rsid w:val="004E64B6"/>
    <w:rsid w:val="004E6F89"/>
    <w:rsid w:val="004E7D10"/>
    <w:rsid w:val="004F02B9"/>
    <w:rsid w:val="004F114B"/>
    <w:rsid w:val="004F1344"/>
    <w:rsid w:val="004F1A4A"/>
    <w:rsid w:val="004F2157"/>
    <w:rsid w:val="004F4601"/>
    <w:rsid w:val="004F4E30"/>
    <w:rsid w:val="004F6473"/>
    <w:rsid w:val="004F7F44"/>
    <w:rsid w:val="00503FA7"/>
    <w:rsid w:val="00505D89"/>
    <w:rsid w:val="00507CB0"/>
    <w:rsid w:val="00511576"/>
    <w:rsid w:val="005115A6"/>
    <w:rsid w:val="00512571"/>
    <w:rsid w:val="00514C9C"/>
    <w:rsid w:val="00521CA4"/>
    <w:rsid w:val="00521CC9"/>
    <w:rsid w:val="00522D63"/>
    <w:rsid w:val="005239CC"/>
    <w:rsid w:val="0052444D"/>
    <w:rsid w:val="00524ED7"/>
    <w:rsid w:val="005270F6"/>
    <w:rsid w:val="00527BF2"/>
    <w:rsid w:val="00530683"/>
    <w:rsid w:val="00530EDB"/>
    <w:rsid w:val="0053256E"/>
    <w:rsid w:val="005331AE"/>
    <w:rsid w:val="0053336A"/>
    <w:rsid w:val="0053768D"/>
    <w:rsid w:val="00540818"/>
    <w:rsid w:val="005413FD"/>
    <w:rsid w:val="00542170"/>
    <w:rsid w:val="0054356D"/>
    <w:rsid w:val="0054434B"/>
    <w:rsid w:val="00544FAA"/>
    <w:rsid w:val="00545568"/>
    <w:rsid w:val="005469B8"/>
    <w:rsid w:val="00546DFB"/>
    <w:rsid w:val="005533C2"/>
    <w:rsid w:val="005563B5"/>
    <w:rsid w:val="00556CA3"/>
    <w:rsid w:val="0055735D"/>
    <w:rsid w:val="00557D2B"/>
    <w:rsid w:val="0056263C"/>
    <w:rsid w:val="00563C24"/>
    <w:rsid w:val="005644C6"/>
    <w:rsid w:val="00565812"/>
    <w:rsid w:val="00566667"/>
    <w:rsid w:val="00567C1F"/>
    <w:rsid w:val="00570CBC"/>
    <w:rsid w:val="00572907"/>
    <w:rsid w:val="00574518"/>
    <w:rsid w:val="00574DC3"/>
    <w:rsid w:val="00580542"/>
    <w:rsid w:val="00582E8A"/>
    <w:rsid w:val="005867CB"/>
    <w:rsid w:val="00587845"/>
    <w:rsid w:val="00591044"/>
    <w:rsid w:val="00593524"/>
    <w:rsid w:val="00593A1A"/>
    <w:rsid w:val="00596B27"/>
    <w:rsid w:val="005A1374"/>
    <w:rsid w:val="005A287A"/>
    <w:rsid w:val="005A736F"/>
    <w:rsid w:val="005B0457"/>
    <w:rsid w:val="005B0C16"/>
    <w:rsid w:val="005B2DCF"/>
    <w:rsid w:val="005B506A"/>
    <w:rsid w:val="005B5CC7"/>
    <w:rsid w:val="005B6928"/>
    <w:rsid w:val="005B76D1"/>
    <w:rsid w:val="005C17AF"/>
    <w:rsid w:val="005C18F3"/>
    <w:rsid w:val="005C1B42"/>
    <w:rsid w:val="005C4475"/>
    <w:rsid w:val="005C4D4D"/>
    <w:rsid w:val="005C53B2"/>
    <w:rsid w:val="005C6549"/>
    <w:rsid w:val="005D316D"/>
    <w:rsid w:val="005D3E39"/>
    <w:rsid w:val="005D5CCF"/>
    <w:rsid w:val="005D6935"/>
    <w:rsid w:val="005E1169"/>
    <w:rsid w:val="005E1FA4"/>
    <w:rsid w:val="005E37BF"/>
    <w:rsid w:val="005E667D"/>
    <w:rsid w:val="005E7BEC"/>
    <w:rsid w:val="005E7C66"/>
    <w:rsid w:val="005F136B"/>
    <w:rsid w:val="005F2781"/>
    <w:rsid w:val="005F288C"/>
    <w:rsid w:val="005F4563"/>
    <w:rsid w:val="005F493F"/>
    <w:rsid w:val="005F5F82"/>
    <w:rsid w:val="005F6450"/>
    <w:rsid w:val="00601A2A"/>
    <w:rsid w:val="006036B9"/>
    <w:rsid w:val="006048B6"/>
    <w:rsid w:val="006051E2"/>
    <w:rsid w:val="0060607D"/>
    <w:rsid w:val="00606754"/>
    <w:rsid w:val="006117C0"/>
    <w:rsid w:val="0061197E"/>
    <w:rsid w:val="00614182"/>
    <w:rsid w:val="00614E67"/>
    <w:rsid w:val="0062066F"/>
    <w:rsid w:val="0062099C"/>
    <w:rsid w:val="00622458"/>
    <w:rsid w:val="006246E5"/>
    <w:rsid w:val="00626BDF"/>
    <w:rsid w:val="00627F43"/>
    <w:rsid w:val="0063331D"/>
    <w:rsid w:val="0063336F"/>
    <w:rsid w:val="006351CC"/>
    <w:rsid w:val="006364AD"/>
    <w:rsid w:val="00642BEA"/>
    <w:rsid w:val="00643255"/>
    <w:rsid w:val="00643E4C"/>
    <w:rsid w:val="00645D63"/>
    <w:rsid w:val="00646D5F"/>
    <w:rsid w:val="0065009F"/>
    <w:rsid w:val="00654120"/>
    <w:rsid w:val="006603F9"/>
    <w:rsid w:val="0066338A"/>
    <w:rsid w:val="00667C12"/>
    <w:rsid w:val="00673296"/>
    <w:rsid w:val="006742F6"/>
    <w:rsid w:val="0067761E"/>
    <w:rsid w:val="0069593E"/>
    <w:rsid w:val="006959CD"/>
    <w:rsid w:val="006972C6"/>
    <w:rsid w:val="006A0A8A"/>
    <w:rsid w:val="006A555B"/>
    <w:rsid w:val="006A6E63"/>
    <w:rsid w:val="006B13A8"/>
    <w:rsid w:val="006B79D5"/>
    <w:rsid w:val="006C44DE"/>
    <w:rsid w:val="006C5002"/>
    <w:rsid w:val="006C6972"/>
    <w:rsid w:val="006C7EB0"/>
    <w:rsid w:val="006D289D"/>
    <w:rsid w:val="006D4A69"/>
    <w:rsid w:val="006D5DFE"/>
    <w:rsid w:val="006D6DB4"/>
    <w:rsid w:val="006D6FD1"/>
    <w:rsid w:val="006E22FC"/>
    <w:rsid w:val="006E37DC"/>
    <w:rsid w:val="006E6505"/>
    <w:rsid w:val="006E6559"/>
    <w:rsid w:val="006E7A65"/>
    <w:rsid w:val="006F0E96"/>
    <w:rsid w:val="006F29BA"/>
    <w:rsid w:val="006F5C69"/>
    <w:rsid w:val="007039A0"/>
    <w:rsid w:val="007048C9"/>
    <w:rsid w:val="00704956"/>
    <w:rsid w:val="00705A87"/>
    <w:rsid w:val="00707E2A"/>
    <w:rsid w:val="00711DF2"/>
    <w:rsid w:val="00711E99"/>
    <w:rsid w:val="007123CB"/>
    <w:rsid w:val="00713120"/>
    <w:rsid w:val="007142C9"/>
    <w:rsid w:val="00714553"/>
    <w:rsid w:val="00716193"/>
    <w:rsid w:val="007161BD"/>
    <w:rsid w:val="00717516"/>
    <w:rsid w:val="00721462"/>
    <w:rsid w:val="00722C0A"/>
    <w:rsid w:val="00723501"/>
    <w:rsid w:val="00723EA4"/>
    <w:rsid w:val="00724352"/>
    <w:rsid w:val="00724EF3"/>
    <w:rsid w:val="00724F71"/>
    <w:rsid w:val="00730CDC"/>
    <w:rsid w:val="00733986"/>
    <w:rsid w:val="00734155"/>
    <w:rsid w:val="00736DE3"/>
    <w:rsid w:val="007411FA"/>
    <w:rsid w:val="0074154C"/>
    <w:rsid w:val="00750FFF"/>
    <w:rsid w:val="00751A2F"/>
    <w:rsid w:val="00753973"/>
    <w:rsid w:val="00767759"/>
    <w:rsid w:val="007746C7"/>
    <w:rsid w:val="00774988"/>
    <w:rsid w:val="00774F39"/>
    <w:rsid w:val="007765D2"/>
    <w:rsid w:val="00780198"/>
    <w:rsid w:val="007803B4"/>
    <w:rsid w:val="00781629"/>
    <w:rsid w:val="0078223F"/>
    <w:rsid w:val="00782797"/>
    <w:rsid w:val="007837F2"/>
    <w:rsid w:val="00785802"/>
    <w:rsid w:val="007871F7"/>
    <w:rsid w:val="00787FAD"/>
    <w:rsid w:val="00791C1A"/>
    <w:rsid w:val="00792E8A"/>
    <w:rsid w:val="007957A0"/>
    <w:rsid w:val="00797309"/>
    <w:rsid w:val="007A1D12"/>
    <w:rsid w:val="007A6F44"/>
    <w:rsid w:val="007B0C8E"/>
    <w:rsid w:val="007B1B8B"/>
    <w:rsid w:val="007B334A"/>
    <w:rsid w:val="007B3B52"/>
    <w:rsid w:val="007B737E"/>
    <w:rsid w:val="007C0F9B"/>
    <w:rsid w:val="007C5ED3"/>
    <w:rsid w:val="007D5EF3"/>
    <w:rsid w:val="007D5F14"/>
    <w:rsid w:val="007D6A78"/>
    <w:rsid w:val="007D7078"/>
    <w:rsid w:val="007E0309"/>
    <w:rsid w:val="007E28E2"/>
    <w:rsid w:val="007E3239"/>
    <w:rsid w:val="007E3D69"/>
    <w:rsid w:val="007E539D"/>
    <w:rsid w:val="007E7023"/>
    <w:rsid w:val="007E74C2"/>
    <w:rsid w:val="007F1C1A"/>
    <w:rsid w:val="007F2B05"/>
    <w:rsid w:val="007F4039"/>
    <w:rsid w:val="007F4B5E"/>
    <w:rsid w:val="007F636A"/>
    <w:rsid w:val="00800805"/>
    <w:rsid w:val="00804FFF"/>
    <w:rsid w:val="00806520"/>
    <w:rsid w:val="0080673A"/>
    <w:rsid w:val="00806798"/>
    <w:rsid w:val="00806BE8"/>
    <w:rsid w:val="00810450"/>
    <w:rsid w:val="00810495"/>
    <w:rsid w:val="00815689"/>
    <w:rsid w:val="008175BD"/>
    <w:rsid w:val="008209A3"/>
    <w:rsid w:val="00821B77"/>
    <w:rsid w:val="00823B60"/>
    <w:rsid w:val="00823D9A"/>
    <w:rsid w:val="00824747"/>
    <w:rsid w:val="00824CC5"/>
    <w:rsid w:val="008270BE"/>
    <w:rsid w:val="00827C23"/>
    <w:rsid w:val="0083056B"/>
    <w:rsid w:val="00831908"/>
    <w:rsid w:val="00831A25"/>
    <w:rsid w:val="00835707"/>
    <w:rsid w:val="008378AA"/>
    <w:rsid w:val="008413CB"/>
    <w:rsid w:val="00841820"/>
    <w:rsid w:val="00842485"/>
    <w:rsid w:val="008428B8"/>
    <w:rsid w:val="008431C5"/>
    <w:rsid w:val="00845AC2"/>
    <w:rsid w:val="00851EF7"/>
    <w:rsid w:val="008538F9"/>
    <w:rsid w:val="00853F70"/>
    <w:rsid w:val="00862E9C"/>
    <w:rsid w:val="00862F79"/>
    <w:rsid w:val="008640F7"/>
    <w:rsid w:val="008642B2"/>
    <w:rsid w:val="00865D17"/>
    <w:rsid w:val="00872F22"/>
    <w:rsid w:val="00873317"/>
    <w:rsid w:val="0087475A"/>
    <w:rsid w:val="00874BEA"/>
    <w:rsid w:val="0088317E"/>
    <w:rsid w:val="00885C30"/>
    <w:rsid w:val="00890111"/>
    <w:rsid w:val="00890A16"/>
    <w:rsid w:val="00892343"/>
    <w:rsid w:val="00893543"/>
    <w:rsid w:val="00893F7C"/>
    <w:rsid w:val="008A1E33"/>
    <w:rsid w:val="008A1FCB"/>
    <w:rsid w:val="008A272B"/>
    <w:rsid w:val="008A65E7"/>
    <w:rsid w:val="008A65F8"/>
    <w:rsid w:val="008A7EA4"/>
    <w:rsid w:val="008B184A"/>
    <w:rsid w:val="008B2602"/>
    <w:rsid w:val="008B4B8E"/>
    <w:rsid w:val="008B5818"/>
    <w:rsid w:val="008B5AB5"/>
    <w:rsid w:val="008B5EC9"/>
    <w:rsid w:val="008B66CF"/>
    <w:rsid w:val="008B7813"/>
    <w:rsid w:val="008C0A8B"/>
    <w:rsid w:val="008C2704"/>
    <w:rsid w:val="008D3929"/>
    <w:rsid w:val="008D47CD"/>
    <w:rsid w:val="008D4A8A"/>
    <w:rsid w:val="008D5792"/>
    <w:rsid w:val="008D7981"/>
    <w:rsid w:val="008E0FCF"/>
    <w:rsid w:val="008E4379"/>
    <w:rsid w:val="008E5498"/>
    <w:rsid w:val="008E5ADA"/>
    <w:rsid w:val="008E6886"/>
    <w:rsid w:val="008F0704"/>
    <w:rsid w:val="008F0DD3"/>
    <w:rsid w:val="008F14B2"/>
    <w:rsid w:val="008F1E01"/>
    <w:rsid w:val="008F24FD"/>
    <w:rsid w:val="008F2785"/>
    <w:rsid w:val="008F5FAD"/>
    <w:rsid w:val="008F62DB"/>
    <w:rsid w:val="008F63E9"/>
    <w:rsid w:val="008F7ED2"/>
    <w:rsid w:val="00901D98"/>
    <w:rsid w:val="00903998"/>
    <w:rsid w:val="00904313"/>
    <w:rsid w:val="00907CEA"/>
    <w:rsid w:val="00910AF4"/>
    <w:rsid w:val="00910C7F"/>
    <w:rsid w:val="009111CD"/>
    <w:rsid w:val="00912B21"/>
    <w:rsid w:val="00913B6A"/>
    <w:rsid w:val="009148D1"/>
    <w:rsid w:val="009151A1"/>
    <w:rsid w:val="00915EBC"/>
    <w:rsid w:val="009163DD"/>
    <w:rsid w:val="00916EE4"/>
    <w:rsid w:val="00920A93"/>
    <w:rsid w:val="009219DD"/>
    <w:rsid w:val="009236FF"/>
    <w:rsid w:val="0092377E"/>
    <w:rsid w:val="0092422D"/>
    <w:rsid w:val="009243AB"/>
    <w:rsid w:val="009267F0"/>
    <w:rsid w:val="009279FA"/>
    <w:rsid w:val="00927F44"/>
    <w:rsid w:val="00930117"/>
    <w:rsid w:val="009302B6"/>
    <w:rsid w:val="00930BAF"/>
    <w:rsid w:val="00931B77"/>
    <w:rsid w:val="00932A36"/>
    <w:rsid w:val="009348D3"/>
    <w:rsid w:val="00936EF0"/>
    <w:rsid w:val="009377B1"/>
    <w:rsid w:val="00941432"/>
    <w:rsid w:val="00941F26"/>
    <w:rsid w:val="00943E99"/>
    <w:rsid w:val="00943FA8"/>
    <w:rsid w:val="0094774D"/>
    <w:rsid w:val="00950212"/>
    <w:rsid w:val="009506CA"/>
    <w:rsid w:val="00951115"/>
    <w:rsid w:val="00951FF2"/>
    <w:rsid w:val="00952C81"/>
    <w:rsid w:val="00952E6F"/>
    <w:rsid w:val="009538C7"/>
    <w:rsid w:val="00953F6F"/>
    <w:rsid w:val="009541E0"/>
    <w:rsid w:val="0095421B"/>
    <w:rsid w:val="00956E45"/>
    <w:rsid w:val="0095743A"/>
    <w:rsid w:val="0096264A"/>
    <w:rsid w:val="0096556E"/>
    <w:rsid w:val="009703F5"/>
    <w:rsid w:val="00970B58"/>
    <w:rsid w:val="00971450"/>
    <w:rsid w:val="009714FA"/>
    <w:rsid w:val="0097390D"/>
    <w:rsid w:val="00974E2C"/>
    <w:rsid w:val="00976116"/>
    <w:rsid w:val="00976D3B"/>
    <w:rsid w:val="00977503"/>
    <w:rsid w:val="00980A5B"/>
    <w:rsid w:val="009815FC"/>
    <w:rsid w:val="009850ED"/>
    <w:rsid w:val="0098720E"/>
    <w:rsid w:val="00987298"/>
    <w:rsid w:val="009916F2"/>
    <w:rsid w:val="009932C7"/>
    <w:rsid w:val="009965EA"/>
    <w:rsid w:val="0099666A"/>
    <w:rsid w:val="009A00C7"/>
    <w:rsid w:val="009A5919"/>
    <w:rsid w:val="009A6461"/>
    <w:rsid w:val="009A7FB9"/>
    <w:rsid w:val="009B04F6"/>
    <w:rsid w:val="009B3DBA"/>
    <w:rsid w:val="009B525A"/>
    <w:rsid w:val="009B571A"/>
    <w:rsid w:val="009B5CBF"/>
    <w:rsid w:val="009B6113"/>
    <w:rsid w:val="009C2954"/>
    <w:rsid w:val="009C3842"/>
    <w:rsid w:val="009C4F2E"/>
    <w:rsid w:val="009C6477"/>
    <w:rsid w:val="009C67FF"/>
    <w:rsid w:val="009D0AA7"/>
    <w:rsid w:val="009D0EDB"/>
    <w:rsid w:val="009D5C18"/>
    <w:rsid w:val="009D747C"/>
    <w:rsid w:val="009D7A55"/>
    <w:rsid w:val="009D7C30"/>
    <w:rsid w:val="009E14B2"/>
    <w:rsid w:val="009E1BB1"/>
    <w:rsid w:val="009E1C09"/>
    <w:rsid w:val="009E2DC5"/>
    <w:rsid w:val="009F0913"/>
    <w:rsid w:val="009F78C0"/>
    <w:rsid w:val="00A007AC"/>
    <w:rsid w:val="00A00863"/>
    <w:rsid w:val="00A00926"/>
    <w:rsid w:val="00A00EB6"/>
    <w:rsid w:val="00A03625"/>
    <w:rsid w:val="00A042FC"/>
    <w:rsid w:val="00A05B02"/>
    <w:rsid w:val="00A07248"/>
    <w:rsid w:val="00A101FC"/>
    <w:rsid w:val="00A12068"/>
    <w:rsid w:val="00A14100"/>
    <w:rsid w:val="00A1484E"/>
    <w:rsid w:val="00A14937"/>
    <w:rsid w:val="00A14E00"/>
    <w:rsid w:val="00A15FAD"/>
    <w:rsid w:val="00A22F7F"/>
    <w:rsid w:val="00A23452"/>
    <w:rsid w:val="00A23CA9"/>
    <w:rsid w:val="00A23CB1"/>
    <w:rsid w:val="00A24E19"/>
    <w:rsid w:val="00A341B8"/>
    <w:rsid w:val="00A34DCA"/>
    <w:rsid w:val="00A37946"/>
    <w:rsid w:val="00A41332"/>
    <w:rsid w:val="00A41930"/>
    <w:rsid w:val="00A41ECA"/>
    <w:rsid w:val="00A4233E"/>
    <w:rsid w:val="00A42FBE"/>
    <w:rsid w:val="00A43F31"/>
    <w:rsid w:val="00A4453C"/>
    <w:rsid w:val="00A44F2C"/>
    <w:rsid w:val="00A4575F"/>
    <w:rsid w:val="00A516C1"/>
    <w:rsid w:val="00A53459"/>
    <w:rsid w:val="00A53A5C"/>
    <w:rsid w:val="00A5552A"/>
    <w:rsid w:val="00A57469"/>
    <w:rsid w:val="00A631CF"/>
    <w:rsid w:val="00A63360"/>
    <w:rsid w:val="00A63EB1"/>
    <w:rsid w:val="00A64858"/>
    <w:rsid w:val="00A6552F"/>
    <w:rsid w:val="00A66541"/>
    <w:rsid w:val="00A73B18"/>
    <w:rsid w:val="00A75187"/>
    <w:rsid w:val="00A77BF1"/>
    <w:rsid w:val="00A805DF"/>
    <w:rsid w:val="00A8074F"/>
    <w:rsid w:val="00A83AFA"/>
    <w:rsid w:val="00A852D9"/>
    <w:rsid w:val="00A857B2"/>
    <w:rsid w:val="00A87CCA"/>
    <w:rsid w:val="00A87F36"/>
    <w:rsid w:val="00A90BCE"/>
    <w:rsid w:val="00A926B9"/>
    <w:rsid w:val="00A940AC"/>
    <w:rsid w:val="00A94615"/>
    <w:rsid w:val="00A95271"/>
    <w:rsid w:val="00A96303"/>
    <w:rsid w:val="00A96860"/>
    <w:rsid w:val="00A97A4B"/>
    <w:rsid w:val="00AA1287"/>
    <w:rsid w:val="00AA1824"/>
    <w:rsid w:val="00AA19CA"/>
    <w:rsid w:val="00AA3DE9"/>
    <w:rsid w:val="00AA4827"/>
    <w:rsid w:val="00AA65EE"/>
    <w:rsid w:val="00AA729B"/>
    <w:rsid w:val="00AB199C"/>
    <w:rsid w:val="00AB339C"/>
    <w:rsid w:val="00AB3914"/>
    <w:rsid w:val="00AB4C7B"/>
    <w:rsid w:val="00AC23FE"/>
    <w:rsid w:val="00AC3BBF"/>
    <w:rsid w:val="00AC5127"/>
    <w:rsid w:val="00AC61CE"/>
    <w:rsid w:val="00AD384F"/>
    <w:rsid w:val="00AD605B"/>
    <w:rsid w:val="00AD6693"/>
    <w:rsid w:val="00AE032D"/>
    <w:rsid w:val="00AE08C2"/>
    <w:rsid w:val="00AE0EB6"/>
    <w:rsid w:val="00AE3921"/>
    <w:rsid w:val="00AE48A6"/>
    <w:rsid w:val="00AF162D"/>
    <w:rsid w:val="00AF27AD"/>
    <w:rsid w:val="00AF3437"/>
    <w:rsid w:val="00AF596C"/>
    <w:rsid w:val="00AF66D7"/>
    <w:rsid w:val="00AF67A7"/>
    <w:rsid w:val="00AF68B5"/>
    <w:rsid w:val="00AF7ED4"/>
    <w:rsid w:val="00B00223"/>
    <w:rsid w:val="00B01402"/>
    <w:rsid w:val="00B0140A"/>
    <w:rsid w:val="00B01EF6"/>
    <w:rsid w:val="00B028A6"/>
    <w:rsid w:val="00B031D7"/>
    <w:rsid w:val="00B037CA"/>
    <w:rsid w:val="00B04EDA"/>
    <w:rsid w:val="00B055E5"/>
    <w:rsid w:val="00B13D70"/>
    <w:rsid w:val="00B14877"/>
    <w:rsid w:val="00B15B34"/>
    <w:rsid w:val="00B16E68"/>
    <w:rsid w:val="00B2124D"/>
    <w:rsid w:val="00B21A9C"/>
    <w:rsid w:val="00B2462A"/>
    <w:rsid w:val="00B24A7D"/>
    <w:rsid w:val="00B323ED"/>
    <w:rsid w:val="00B355A2"/>
    <w:rsid w:val="00B373C8"/>
    <w:rsid w:val="00B37ABE"/>
    <w:rsid w:val="00B37AC9"/>
    <w:rsid w:val="00B41268"/>
    <w:rsid w:val="00B41BD0"/>
    <w:rsid w:val="00B451B3"/>
    <w:rsid w:val="00B45505"/>
    <w:rsid w:val="00B45FB0"/>
    <w:rsid w:val="00B462BC"/>
    <w:rsid w:val="00B469A7"/>
    <w:rsid w:val="00B4743E"/>
    <w:rsid w:val="00B47AE5"/>
    <w:rsid w:val="00B47F3F"/>
    <w:rsid w:val="00B50139"/>
    <w:rsid w:val="00B5042C"/>
    <w:rsid w:val="00B533B2"/>
    <w:rsid w:val="00B5368C"/>
    <w:rsid w:val="00B53747"/>
    <w:rsid w:val="00B53AA2"/>
    <w:rsid w:val="00B55610"/>
    <w:rsid w:val="00B55843"/>
    <w:rsid w:val="00B57D5E"/>
    <w:rsid w:val="00B61D5E"/>
    <w:rsid w:val="00B622FE"/>
    <w:rsid w:val="00B62FF9"/>
    <w:rsid w:val="00B63B77"/>
    <w:rsid w:val="00B66602"/>
    <w:rsid w:val="00B666D1"/>
    <w:rsid w:val="00B66F67"/>
    <w:rsid w:val="00B67D4A"/>
    <w:rsid w:val="00B728B9"/>
    <w:rsid w:val="00B730CD"/>
    <w:rsid w:val="00B732E5"/>
    <w:rsid w:val="00B764B9"/>
    <w:rsid w:val="00B7794D"/>
    <w:rsid w:val="00B77B0E"/>
    <w:rsid w:val="00B81ABE"/>
    <w:rsid w:val="00B81EF6"/>
    <w:rsid w:val="00B8439B"/>
    <w:rsid w:val="00B84A5C"/>
    <w:rsid w:val="00B85901"/>
    <w:rsid w:val="00B87D8A"/>
    <w:rsid w:val="00B93D96"/>
    <w:rsid w:val="00B95BF3"/>
    <w:rsid w:val="00B96C52"/>
    <w:rsid w:val="00BA1153"/>
    <w:rsid w:val="00BA137D"/>
    <w:rsid w:val="00BA17B6"/>
    <w:rsid w:val="00BA49E0"/>
    <w:rsid w:val="00BA4AA1"/>
    <w:rsid w:val="00BA4CCA"/>
    <w:rsid w:val="00BA7068"/>
    <w:rsid w:val="00BA7653"/>
    <w:rsid w:val="00BA7A3E"/>
    <w:rsid w:val="00BB0896"/>
    <w:rsid w:val="00BB154D"/>
    <w:rsid w:val="00BB1693"/>
    <w:rsid w:val="00BB1E1B"/>
    <w:rsid w:val="00BB1FAC"/>
    <w:rsid w:val="00BB4555"/>
    <w:rsid w:val="00BB552A"/>
    <w:rsid w:val="00BB7389"/>
    <w:rsid w:val="00BC59BF"/>
    <w:rsid w:val="00BC6891"/>
    <w:rsid w:val="00BD0F3E"/>
    <w:rsid w:val="00BD3BFD"/>
    <w:rsid w:val="00BD3F9D"/>
    <w:rsid w:val="00BD43E2"/>
    <w:rsid w:val="00BD7391"/>
    <w:rsid w:val="00BE141B"/>
    <w:rsid w:val="00BE2B28"/>
    <w:rsid w:val="00BE2DC1"/>
    <w:rsid w:val="00BE495E"/>
    <w:rsid w:val="00BE4CAC"/>
    <w:rsid w:val="00BE61AB"/>
    <w:rsid w:val="00BE6812"/>
    <w:rsid w:val="00BE6959"/>
    <w:rsid w:val="00BE781E"/>
    <w:rsid w:val="00BF301E"/>
    <w:rsid w:val="00BF37EB"/>
    <w:rsid w:val="00BF3B5A"/>
    <w:rsid w:val="00BF430D"/>
    <w:rsid w:val="00BF6EB6"/>
    <w:rsid w:val="00BF770F"/>
    <w:rsid w:val="00BF794C"/>
    <w:rsid w:val="00BF798B"/>
    <w:rsid w:val="00C0310B"/>
    <w:rsid w:val="00C046E8"/>
    <w:rsid w:val="00C10162"/>
    <w:rsid w:val="00C1157A"/>
    <w:rsid w:val="00C11803"/>
    <w:rsid w:val="00C138B2"/>
    <w:rsid w:val="00C1396F"/>
    <w:rsid w:val="00C13A48"/>
    <w:rsid w:val="00C216AC"/>
    <w:rsid w:val="00C2412A"/>
    <w:rsid w:val="00C310DE"/>
    <w:rsid w:val="00C31D66"/>
    <w:rsid w:val="00C32374"/>
    <w:rsid w:val="00C33DD5"/>
    <w:rsid w:val="00C36B78"/>
    <w:rsid w:val="00C406F3"/>
    <w:rsid w:val="00C418D7"/>
    <w:rsid w:val="00C42DD1"/>
    <w:rsid w:val="00C4365F"/>
    <w:rsid w:val="00C43D34"/>
    <w:rsid w:val="00C45941"/>
    <w:rsid w:val="00C45B82"/>
    <w:rsid w:val="00C46614"/>
    <w:rsid w:val="00C5048B"/>
    <w:rsid w:val="00C510C9"/>
    <w:rsid w:val="00C544B7"/>
    <w:rsid w:val="00C57751"/>
    <w:rsid w:val="00C65257"/>
    <w:rsid w:val="00C67819"/>
    <w:rsid w:val="00C701EA"/>
    <w:rsid w:val="00C7352C"/>
    <w:rsid w:val="00C752C4"/>
    <w:rsid w:val="00C80C6D"/>
    <w:rsid w:val="00C81D09"/>
    <w:rsid w:val="00C83A6C"/>
    <w:rsid w:val="00C84092"/>
    <w:rsid w:val="00C85C10"/>
    <w:rsid w:val="00C909D0"/>
    <w:rsid w:val="00C910EF"/>
    <w:rsid w:val="00C936AA"/>
    <w:rsid w:val="00C94022"/>
    <w:rsid w:val="00C95937"/>
    <w:rsid w:val="00C96FE7"/>
    <w:rsid w:val="00CA5471"/>
    <w:rsid w:val="00CA56E0"/>
    <w:rsid w:val="00CA5F48"/>
    <w:rsid w:val="00CA7190"/>
    <w:rsid w:val="00CB41D8"/>
    <w:rsid w:val="00CB59FD"/>
    <w:rsid w:val="00CB59FE"/>
    <w:rsid w:val="00CB6CDE"/>
    <w:rsid w:val="00CB6FB4"/>
    <w:rsid w:val="00CC12D1"/>
    <w:rsid w:val="00CC4E6B"/>
    <w:rsid w:val="00CC4E8D"/>
    <w:rsid w:val="00CC618A"/>
    <w:rsid w:val="00CC77FF"/>
    <w:rsid w:val="00CD319B"/>
    <w:rsid w:val="00CD39D4"/>
    <w:rsid w:val="00CD4C5D"/>
    <w:rsid w:val="00CD5DD6"/>
    <w:rsid w:val="00CE239F"/>
    <w:rsid w:val="00CE4218"/>
    <w:rsid w:val="00CE437F"/>
    <w:rsid w:val="00CE4ED6"/>
    <w:rsid w:val="00CE5784"/>
    <w:rsid w:val="00CE6C46"/>
    <w:rsid w:val="00CE73BA"/>
    <w:rsid w:val="00CE7EE7"/>
    <w:rsid w:val="00CF0125"/>
    <w:rsid w:val="00CF0224"/>
    <w:rsid w:val="00CF4132"/>
    <w:rsid w:val="00CF75DD"/>
    <w:rsid w:val="00CF7AB6"/>
    <w:rsid w:val="00D016C3"/>
    <w:rsid w:val="00D035F8"/>
    <w:rsid w:val="00D0561D"/>
    <w:rsid w:val="00D07408"/>
    <w:rsid w:val="00D07F11"/>
    <w:rsid w:val="00D10DA3"/>
    <w:rsid w:val="00D12EEE"/>
    <w:rsid w:val="00D13932"/>
    <w:rsid w:val="00D13F9E"/>
    <w:rsid w:val="00D1418C"/>
    <w:rsid w:val="00D153F4"/>
    <w:rsid w:val="00D155F5"/>
    <w:rsid w:val="00D1656A"/>
    <w:rsid w:val="00D21369"/>
    <w:rsid w:val="00D2272B"/>
    <w:rsid w:val="00D24780"/>
    <w:rsid w:val="00D247AB"/>
    <w:rsid w:val="00D274D0"/>
    <w:rsid w:val="00D307A3"/>
    <w:rsid w:val="00D30BB1"/>
    <w:rsid w:val="00D33698"/>
    <w:rsid w:val="00D3396F"/>
    <w:rsid w:val="00D35B2D"/>
    <w:rsid w:val="00D360AC"/>
    <w:rsid w:val="00D36D13"/>
    <w:rsid w:val="00D409DC"/>
    <w:rsid w:val="00D40C00"/>
    <w:rsid w:val="00D416A7"/>
    <w:rsid w:val="00D439E7"/>
    <w:rsid w:val="00D44BC0"/>
    <w:rsid w:val="00D452DF"/>
    <w:rsid w:val="00D46F55"/>
    <w:rsid w:val="00D50E89"/>
    <w:rsid w:val="00D54359"/>
    <w:rsid w:val="00D55DF3"/>
    <w:rsid w:val="00D5715E"/>
    <w:rsid w:val="00D617C1"/>
    <w:rsid w:val="00D61B1D"/>
    <w:rsid w:val="00D63BB9"/>
    <w:rsid w:val="00D6628D"/>
    <w:rsid w:val="00D6710B"/>
    <w:rsid w:val="00D74489"/>
    <w:rsid w:val="00D76E61"/>
    <w:rsid w:val="00D77FF6"/>
    <w:rsid w:val="00D80675"/>
    <w:rsid w:val="00D80D60"/>
    <w:rsid w:val="00D81746"/>
    <w:rsid w:val="00D81D0C"/>
    <w:rsid w:val="00D823AD"/>
    <w:rsid w:val="00D83D2D"/>
    <w:rsid w:val="00D83D9E"/>
    <w:rsid w:val="00D841EB"/>
    <w:rsid w:val="00D8443A"/>
    <w:rsid w:val="00D866E5"/>
    <w:rsid w:val="00D86BB8"/>
    <w:rsid w:val="00D875ED"/>
    <w:rsid w:val="00D902E6"/>
    <w:rsid w:val="00D9091A"/>
    <w:rsid w:val="00D93B98"/>
    <w:rsid w:val="00D96C8F"/>
    <w:rsid w:val="00D97CB3"/>
    <w:rsid w:val="00DA0103"/>
    <w:rsid w:val="00DA18E1"/>
    <w:rsid w:val="00DA1DAF"/>
    <w:rsid w:val="00DA2D6B"/>
    <w:rsid w:val="00DA2D76"/>
    <w:rsid w:val="00DA3867"/>
    <w:rsid w:val="00DA4452"/>
    <w:rsid w:val="00DA4D42"/>
    <w:rsid w:val="00DA4D80"/>
    <w:rsid w:val="00DA753E"/>
    <w:rsid w:val="00DA76A5"/>
    <w:rsid w:val="00DA7F3B"/>
    <w:rsid w:val="00DB3A27"/>
    <w:rsid w:val="00DB4B07"/>
    <w:rsid w:val="00DB59E7"/>
    <w:rsid w:val="00DC0EE4"/>
    <w:rsid w:val="00DC3FF7"/>
    <w:rsid w:val="00DC664F"/>
    <w:rsid w:val="00DC766D"/>
    <w:rsid w:val="00DD107A"/>
    <w:rsid w:val="00DD15CB"/>
    <w:rsid w:val="00DD1A3B"/>
    <w:rsid w:val="00DD25A0"/>
    <w:rsid w:val="00DD2C68"/>
    <w:rsid w:val="00DD3619"/>
    <w:rsid w:val="00DD365A"/>
    <w:rsid w:val="00DD4FE6"/>
    <w:rsid w:val="00DD6AFB"/>
    <w:rsid w:val="00DD7836"/>
    <w:rsid w:val="00DD7C65"/>
    <w:rsid w:val="00DE056E"/>
    <w:rsid w:val="00DE192B"/>
    <w:rsid w:val="00DE44A7"/>
    <w:rsid w:val="00DE4941"/>
    <w:rsid w:val="00DF28E0"/>
    <w:rsid w:val="00DF38D1"/>
    <w:rsid w:val="00DF4295"/>
    <w:rsid w:val="00DF4B5D"/>
    <w:rsid w:val="00DF6333"/>
    <w:rsid w:val="00E0199B"/>
    <w:rsid w:val="00E02E24"/>
    <w:rsid w:val="00E03FB7"/>
    <w:rsid w:val="00E043CA"/>
    <w:rsid w:val="00E10058"/>
    <w:rsid w:val="00E11926"/>
    <w:rsid w:val="00E12775"/>
    <w:rsid w:val="00E1384F"/>
    <w:rsid w:val="00E15755"/>
    <w:rsid w:val="00E164E8"/>
    <w:rsid w:val="00E22DFB"/>
    <w:rsid w:val="00E23397"/>
    <w:rsid w:val="00E31C26"/>
    <w:rsid w:val="00E349BF"/>
    <w:rsid w:val="00E3519B"/>
    <w:rsid w:val="00E35679"/>
    <w:rsid w:val="00E36277"/>
    <w:rsid w:val="00E370EB"/>
    <w:rsid w:val="00E378A5"/>
    <w:rsid w:val="00E43F10"/>
    <w:rsid w:val="00E44A32"/>
    <w:rsid w:val="00E46A34"/>
    <w:rsid w:val="00E47559"/>
    <w:rsid w:val="00E535EF"/>
    <w:rsid w:val="00E550B7"/>
    <w:rsid w:val="00E571A4"/>
    <w:rsid w:val="00E57FD2"/>
    <w:rsid w:val="00E602C1"/>
    <w:rsid w:val="00E63E7F"/>
    <w:rsid w:val="00E6485F"/>
    <w:rsid w:val="00E669E7"/>
    <w:rsid w:val="00E711D8"/>
    <w:rsid w:val="00E71EE8"/>
    <w:rsid w:val="00E7205A"/>
    <w:rsid w:val="00E74DC7"/>
    <w:rsid w:val="00E7542B"/>
    <w:rsid w:val="00E7706D"/>
    <w:rsid w:val="00E77538"/>
    <w:rsid w:val="00E81F3A"/>
    <w:rsid w:val="00E82539"/>
    <w:rsid w:val="00E82D3D"/>
    <w:rsid w:val="00E849C0"/>
    <w:rsid w:val="00E922FA"/>
    <w:rsid w:val="00E937CD"/>
    <w:rsid w:val="00E94471"/>
    <w:rsid w:val="00E9537C"/>
    <w:rsid w:val="00E969EE"/>
    <w:rsid w:val="00E977D6"/>
    <w:rsid w:val="00EA1218"/>
    <w:rsid w:val="00EA1E80"/>
    <w:rsid w:val="00EA3EF1"/>
    <w:rsid w:val="00EA4BE0"/>
    <w:rsid w:val="00EA5771"/>
    <w:rsid w:val="00EB0678"/>
    <w:rsid w:val="00EB162C"/>
    <w:rsid w:val="00EB1BDD"/>
    <w:rsid w:val="00EB3014"/>
    <w:rsid w:val="00EB34D5"/>
    <w:rsid w:val="00EB47FF"/>
    <w:rsid w:val="00EB6E62"/>
    <w:rsid w:val="00EC06BE"/>
    <w:rsid w:val="00EC0D0B"/>
    <w:rsid w:val="00EC5142"/>
    <w:rsid w:val="00EC543A"/>
    <w:rsid w:val="00EC5812"/>
    <w:rsid w:val="00EC6A12"/>
    <w:rsid w:val="00ED022F"/>
    <w:rsid w:val="00ED08CE"/>
    <w:rsid w:val="00ED1532"/>
    <w:rsid w:val="00ED40DA"/>
    <w:rsid w:val="00ED447A"/>
    <w:rsid w:val="00EE32D7"/>
    <w:rsid w:val="00EE3A12"/>
    <w:rsid w:val="00EE409D"/>
    <w:rsid w:val="00EE49BF"/>
    <w:rsid w:val="00EE72D8"/>
    <w:rsid w:val="00EE79CD"/>
    <w:rsid w:val="00EF03E9"/>
    <w:rsid w:val="00EF0F9A"/>
    <w:rsid w:val="00EF5443"/>
    <w:rsid w:val="00EF5AFD"/>
    <w:rsid w:val="00EF7B0C"/>
    <w:rsid w:val="00F02458"/>
    <w:rsid w:val="00F041D4"/>
    <w:rsid w:val="00F05AE6"/>
    <w:rsid w:val="00F12A32"/>
    <w:rsid w:val="00F136AF"/>
    <w:rsid w:val="00F16560"/>
    <w:rsid w:val="00F177C7"/>
    <w:rsid w:val="00F20096"/>
    <w:rsid w:val="00F241E9"/>
    <w:rsid w:val="00F30CF4"/>
    <w:rsid w:val="00F31561"/>
    <w:rsid w:val="00F31663"/>
    <w:rsid w:val="00F3348C"/>
    <w:rsid w:val="00F342FA"/>
    <w:rsid w:val="00F35719"/>
    <w:rsid w:val="00F3640B"/>
    <w:rsid w:val="00F36A2A"/>
    <w:rsid w:val="00F37B19"/>
    <w:rsid w:val="00F4017E"/>
    <w:rsid w:val="00F41E1F"/>
    <w:rsid w:val="00F4259B"/>
    <w:rsid w:val="00F42F0B"/>
    <w:rsid w:val="00F471C0"/>
    <w:rsid w:val="00F472B7"/>
    <w:rsid w:val="00F50ADA"/>
    <w:rsid w:val="00F56CD5"/>
    <w:rsid w:val="00F62565"/>
    <w:rsid w:val="00F65296"/>
    <w:rsid w:val="00F717EC"/>
    <w:rsid w:val="00F73546"/>
    <w:rsid w:val="00F747B8"/>
    <w:rsid w:val="00F7510A"/>
    <w:rsid w:val="00F76266"/>
    <w:rsid w:val="00F76276"/>
    <w:rsid w:val="00F763B2"/>
    <w:rsid w:val="00F76DEA"/>
    <w:rsid w:val="00F76EC0"/>
    <w:rsid w:val="00F774E1"/>
    <w:rsid w:val="00F81CD4"/>
    <w:rsid w:val="00F81E03"/>
    <w:rsid w:val="00F82178"/>
    <w:rsid w:val="00F823E5"/>
    <w:rsid w:val="00F829B7"/>
    <w:rsid w:val="00F84873"/>
    <w:rsid w:val="00F8568B"/>
    <w:rsid w:val="00F865EA"/>
    <w:rsid w:val="00F876C1"/>
    <w:rsid w:val="00F92CE5"/>
    <w:rsid w:val="00F93C24"/>
    <w:rsid w:val="00F9642A"/>
    <w:rsid w:val="00F97740"/>
    <w:rsid w:val="00FA2331"/>
    <w:rsid w:val="00FA56F3"/>
    <w:rsid w:val="00FA65ED"/>
    <w:rsid w:val="00FB0612"/>
    <w:rsid w:val="00FB0863"/>
    <w:rsid w:val="00FB0E0C"/>
    <w:rsid w:val="00FB4381"/>
    <w:rsid w:val="00FB50E5"/>
    <w:rsid w:val="00FB5FBF"/>
    <w:rsid w:val="00FB621A"/>
    <w:rsid w:val="00FB6F27"/>
    <w:rsid w:val="00FB7BBD"/>
    <w:rsid w:val="00FC0F06"/>
    <w:rsid w:val="00FC2A78"/>
    <w:rsid w:val="00FC3EA1"/>
    <w:rsid w:val="00FD1FE3"/>
    <w:rsid w:val="00FD20B6"/>
    <w:rsid w:val="00FD43DE"/>
    <w:rsid w:val="00FD494B"/>
    <w:rsid w:val="00FD4CBA"/>
    <w:rsid w:val="00FD6D81"/>
    <w:rsid w:val="00FD6DB4"/>
    <w:rsid w:val="00FD6FBD"/>
    <w:rsid w:val="00FD785B"/>
    <w:rsid w:val="00FE00D2"/>
    <w:rsid w:val="00FE2004"/>
    <w:rsid w:val="00FE4890"/>
    <w:rsid w:val="00FE5703"/>
    <w:rsid w:val="00FE6191"/>
    <w:rsid w:val="00FE70A7"/>
    <w:rsid w:val="00FE7510"/>
    <w:rsid w:val="00FF494C"/>
    <w:rsid w:val="00FF7E5F"/>
    <w:rsid w:val="01221964"/>
    <w:rsid w:val="013702FD"/>
    <w:rsid w:val="014B66ED"/>
    <w:rsid w:val="019A6292"/>
    <w:rsid w:val="01A15E40"/>
    <w:rsid w:val="01B76590"/>
    <w:rsid w:val="01E4061D"/>
    <w:rsid w:val="023011BF"/>
    <w:rsid w:val="030F7161"/>
    <w:rsid w:val="036A7852"/>
    <w:rsid w:val="03C30F29"/>
    <w:rsid w:val="03C357D4"/>
    <w:rsid w:val="040C2E61"/>
    <w:rsid w:val="048250B8"/>
    <w:rsid w:val="050C0134"/>
    <w:rsid w:val="051434A1"/>
    <w:rsid w:val="0519207E"/>
    <w:rsid w:val="051931D7"/>
    <w:rsid w:val="054D7CDC"/>
    <w:rsid w:val="055E7C32"/>
    <w:rsid w:val="0586646D"/>
    <w:rsid w:val="05C85674"/>
    <w:rsid w:val="06387737"/>
    <w:rsid w:val="065021EC"/>
    <w:rsid w:val="06550BC5"/>
    <w:rsid w:val="067670BA"/>
    <w:rsid w:val="06B47F75"/>
    <w:rsid w:val="06E225D7"/>
    <w:rsid w:val="072D753B"/>
    <w:rsid w:val="073160B8"/>
    <w:rsid w:val="0736721A"/>
    <w:rsid w:val="07970E8F"/>
    <w:rsid w:val="07B35CC7"/>
    <w:rsid w:val="083F4842"/>
    <w:rsid w:val="08EE63E3"/>
    <w:rsid w:val="09522063"/>
    <w:rsid w:val="095270F8"/>
    <w:rsid w:val="09D63F7C"/>
    <w:rsid w:val="09E40907"/>
    <w:rsid w:val="0A4F2B35"/>
    <w:rsid w:val="0AD658FA"/>
    <w:rsid w:val="0B091AC7"/>
    <w:rsid w:val="0B5D1D7A"/>
    <w:rsid w:val="0BD23147"/>
    <w:rsid w:val="0BD35ED7"/>
    <w:rsid w:val="0BFF37F2"/>
    <w:rsid w:val="0C0857E1"/>
    <w:rsid w:val="0C2E1A3B"/>
    <w:rsid w:val="0C852A82"/>
    <w:rsid w:val="0CAB3D30"/>
    <w:rsid w:val="0CC831A5"/>
    <w:rsid w:val="0D352209"/>
    <w:rsid w:val="0D6A443E"/>
    <w:rsid w:val="0DA543E5"/>
    <w:rsid w:val="0E5E7180"/>
    <w:rsid w:val="0ED605C5"/>
    <w:rsid w:val="0EFC2324"/>
    <w:rsid w:val="0F5E6AB0"/>
    <w:rsid w:val="0F6A7896"/>
    <w:rsid w:val="0FF9021B"/>
    <w:rsid w:val="0FFF7779"/>
    <w:rsid w:val="10013987"/>
    <w:rsid w:val="102C26CE"/>
    <w:rsid w:val="10511A1B"/>
    <w:rsid w:val="105D6CAD"/>
    <w:rsid w:val="107C3CE7"/>
    <w:rsid w:val="10AE0EAF"/>
    <w:rsid w:val="10D17415"/>
    <w:rsid w:val="113D7D91"/>
    <w:rsid w:val="116036DE"/>
    <w:rsid w:val="1184775C"/>
    <w:rsid w:val="11AC069A"/>
    <w:rsid w:val="126F71DD"/>
    <w:rsid w:val="12CE77BA"/>
    <w:rsid w:val="130F2100"/>
    <w:rsid w:val="13506DE1"/>
    <w:rsid w:val="13B3657C"/>
    <w:rsid w:val="13C640F9"/>
    <w:rsid w:val="13ED55A9"/>
    <w:rsid w:val="140C4035"/>
    <w:rsid w:val="14105C98"/>
    <w:rsid w:val="14196B3B"/>
    <w:rsid w:val="148100DA"/>
    <w:rsid w:val="14864661"/>
    <w:rsid w:val="149E1B9F"/>
    <w:rsid w:val="155F3F6B"/>
    <w:rsid w:val="157B6244"/>
    <w:rsid w:val="15916041"/>
    <w:rsid w:val="15AB6A65"/>
    <w:rsid w:val="15BC679F"/>
    <w:rsid w:val="163320F9"/>
    <w:rsid w:val="1650442C"/>
    <w:rsid w:val="165E730C"/>
    <w:rsid w:val="1674613A"/>
    <w:rsid w:val="16827CE0"/>
    <w:rsid w:val="168B38BB"/>
    <w:rsid w:val="16EB29A9"/>
    <w:rsid w:val="170D45DE"/>
    <w:rsid w:val="17C66552"/>
    <w:rsid w:val="17F678E4"/>
    <w:rsid w:val="1801295E"/>
    <w:rsid w:val="18183CDF"/>
    <w:rsid w:val="18CC0BEB"/>
    <w:rsid w:val="18F9075C"/>
    <w:rsid w:val="19346FB9"/>
    <w:rsid w:val="193A1DCB"/>
    <w:rsid w:val="194E7174"/>
    <w:rsid w:val="1AF712CD"/>
    <w:rsid w:val="1AFD3F55"/>
    <w:rsid w:val="1B6E4DB2"/>
    <w:rsid w:val="1BA20C71"/>
    <w:rsid w:val="1BB9131F"/>
    <w:rsid w:val="1BC0188C"/>
    <w:rsid w:val="1C1766C4"/>
    <w:rsid w:val="1C1C6C21"/>
    <w:rsid w:val="1C4E7948"/>
    <w:rsid w:val="1CA33D11"/>
    <w:rsid w:val="1CC85400"/>
    <w:rsid w:val="1D3240CA"/>
    <w:rsid w:val="1D800620"/>
    <w:rsid w:val="1D9B3011"/>
    <w:rsid w:val="1E1204FD"/>
    <w:rsid w:val="1E3D4421"/>
    <w:rsid w:val="1E700A4C"/>
    <w:rsid w:val="1E844800"/>
    <w:rsid w:val="1E992332"/>
    <w:rsid w:val="1EC42D17"/>
    <w:rsid w:val="1ECD745F"/>
    <w:rsid w:val="1ED42899"/>
    <w:rsid w:val="1EF00C7B"/>
    <w:rsid w:val="1F513882"/>
    <w:rsid w:val="1FD2463C"/>
    <w:rsid w:val="1FE52E3A"/>
    <w:rsid w:val="203076EA"/>
    <w:rsid w:val="20352E63"/>
    <w:rsid w:val="20582E40"/>
    <w:rsid w:val="20880132"/>
    <w:rsid w:val="20A25931"/>
    <w:rsid w:val="20C74B56"/>
    <w:rsid w:val="2113352F"/>
    <w:rsid w:val="21480A7E"/>
    <w:rsid w:val="21526DDA"/>
    <w:rsid w:val="21D018BB"/>
    <w:rsid w:val="21DE5280"/>
    <w:rsid w:val="22000B70"/>
    <w:rsid w:val="22294665"/>
    <w:rsid w:val="222A5612"/>
    <w:rsid w:val="223408B3"/>
    <w:rsid w:val="2270247B"/>
    <w:rsid w:val="229606FA"/>
    <w:rsid w:val="22EB3CFD"/>
    <w:rsid w:val="231C54CE"/>
    <w:rsid w:val="237057C4"/>
    <w:rsid w:val="23D90208"/>
    <w:rsid w:val="246A2AFC"/>
    <w:rsid w:val="24B95CA4"/>
    <w:rsid w:val="24F54F03"/>
    <w:rsid w:val="252730E6"/>
    <w:rsid w:val="2548089E"/>
    <w:rsid w:val="26086864"/>
    <w:rsid w:val="266C2C95"/>
    <w:rsid w:val="26984C54"/>
    <w:rsid w:val="26D17888"/>
    <w:rsid w:val="26EB0886"/>
    <w:rsid w:val="28252EB4"/>
    <w:rsid w:val="283300DD"/>
    <w:rsid w:val="283F1FE7"/>
    <w:rsid w:val="284031C5"/>
    <w:rsid w:val="28670ACF"/>
    <w:rsid w:val="28AF299A"/>
    <w:rsid w:val="290E394F"/>
    <w:rsid w:val="291147C2"/>
    <w:rsid w:val="2936545D"/>
    <w:rsid w:val="298356B4"/>
    <w:rsid w:val="29CB62FC"/>
    <w:rsid w:val="29EC4862"/>
    <w:rsid w:val="29F94EB7"/>
    <w:rsid w:val="29FA28E5"/>
    <w:rsid w:val="2A27514C"/>
    <w:rsid w:val="2A773CE2"/>
    <w:rsid w:val="2AA311DF"/>
    <w:rsid w:val="2ABD5747"/>
    <w:rsid w:val="2AD26608"/>
    <w:rsid w:val="2B0A2079"/>
    <w:rsid w:val="2BA32ACE"/>
    <w:rsid w:val="2C6B5376"/>
    <w:rsid w:val="2C7E2BF9"/>
    <w:rsid w:val="2C8B3206"/>
    <w:rsid w:val="2CB42B97"/>
    <w:rsid w:val="2D2667A6"/>
    <w:rsid w:val="2D6F3568"/>
    <w:rsid w:val="2D8627EF"/>
    <w:rsid w:val="2DA25EBB"/>
    <w:rsid w:val="2DF964E2"/>
    <w:rsid w:val="2E0A6F93"/>
    <w:rsid w:val="2E0E055C"/>
    <w:rsid w:val="2E801A9A"/>
    <w:rsid w:val="2F90565E"/>
    <w:rsid w:val="2FBD3E2D"/>
    <w:rsid w:val="2FDC3B26"/>
    <w:rsid w:val="303355AF"/>
    <w:rsid w:val="30407719"/>
    <w:rsid w:val="3134456E"/>
    <w:rsid w:val="313E16BB"/>
    <w:rsid w:val="3148308D"/>
    <w:rsid w:val="315F5105"/>
    <w:rsid w:val="319A0D43"/>
    <w:rsid w:val="31EF60DC"/>
    <w:rsid w:val="32A3590E"/>
    <w:rsid w:val="32DC03B3"/>
    <w:rsid w:val="32E9081D"/>
    <w:rsid w:val="330C5E62"/>
    <w:rsid w:val="331F6195"/>
    <w:rsid w:val="33530F32"/>
    <w:rsid w:val="33590186"/>
    <w:rsid w:val="33644CE2"/>
    <w:rsid w:val="337D64BF"/>
    <w:rsid w:val="338C7242"/>
    <w:rsid w:val="33A73400"/>
    <w:rsid w:val="33A84605"/>
    <w:rsid w:val="33B42167"/>
    <w:rsid w:val="34135475"/>
    <w:rsid w:val="34434E3A"/>
    <w:rsid w:val="34B7568A"/>
    <w:rsid w:val="3535406A"/>
    <w:rsid w:val="356C10ED"/>
    <w:rsid w:val="357C4518"/>
    <w:rsid w:val="358C3D26"/>
    <w:rsid w:val="359A1EF3"/>
    <w:rsid w:val="360818D6"/>
    <w:rsid w:val="36141405"/>
    <w:rsid w:val="365B7AA6"/>
    <w:rsid w:val="36A77068"/>
    <w:rsid w:val="36C2195E"/>
    <w:rsid w:val="370748ED"/>
    <w:rsid w:val="378D214D"/>
    <w:rsid w:val="37992BE9"/>
    <w:rsid w:val="37F06499"/>
    <w:rsid w:val="38234B98"/>
    <w:rsid w:val="38614073"/>
    <w:rsid w:val="39AD18BC"/>
    <w:rsid w:val="39DB3EFE"/>
    <w:rsid w:val="3A090719"/>
    <w:rsid w:val="3A3B5126"/>
    <w:rsid w:val="3A592BCD"/>
    <w:rsid w:val="3A650A51"/>
    <w:rsid w:val="3A656531"/>
    <w:rsid w:val="3A8910A2"/>
    <w:rsid w:val="3B2804EF"/>
    <w:rsid w:val="3B560977"/>
    <w:rsid w:val="3B7C4886"/>
    <w:rsid w:val="3BA057AA"/>
    <w:rsid w:val="3BB174B7"/>
    <w:rsid w:val="3BD57935"/>
    <w:rsid w:val="3C05294D"/>
    <w:rsid w:val="3C8F3170"/>
    <w:rsid w:val="3CDE65C1"/>
    <w:rsid w:val="3CFD14AB"/>
    <w:rsid w:val="3D235F6C"/>
    <w:rsid w:val="3D5B527B"/>
    <w:rsid w:val="3D815F73"/>
    <w:rsid w:val="3DFE122E"/>
    <w:rsid w:val="3E2211E1"/>
    <w:rsid w:val="3E4B4F46"/>
    <w:rsid w:val="3E685289"/>
    <w:rsid w:val="3E7A5089"/>
    <w:rsid w:val="3FB8442E"/>
    <w:rsid w:val="3FE77B54"/>
    <w:rsid w:val="3FF55D62"/>
    <w:rsid w:val="403B46D6"/>
    <w:rsid w:val="410B77DF"/>
    <w:rsid w:val="41480A6D"/>
    <w:rsid w:val="4192009F"/>
    <w:rsid w:val="41A512E3"/>
    <w:rsid w:val="41D91FF3"/>
    <w:rsid w:val="42084EDB"/>
    <w:rsid w:val="423F1703"/>
    <w:rsid w:val="429D1FE1"/>
    <w:rsid w:val="42A17AFB"/>
    <w:rsid w:val="42BB1364"/>
    <w:rsid w:val="431C585A"/>
    <w:rsid w:val="4392304F"/>
    <w:rsid w:val="4394216B"/>
    <w:rsid w:val="43B3549C"/>
    <w:rsid w:val="44037C43"/>
    <w:rsid w:val="44401C6D"/>
    <w:rsid w:val="44B253E2"/>
    <w:rsid w:val="45F94CE4"/>
    <w:rsid w:val="45FD2DDA"/>
    <w:rsid w:val="46041238"/>
    <w:rsid w:val="46847DEA"/>
    <w:rsid w:val="47275882"/>
    <w:rsid w:val="47276EFB"/>
    <w:rsid w:val="47484CF6"/>
    <w:rsid w:val="4751672E"/>
    <w:rsid w:val="477967A5"/>
    <w:rsid w:val="47AC3A9F"/>
    <w:rsid w:val="47B2614B"/>
    <w:rsid w:val="47CB3CDE"/>
    <w:rsid w:val="48426AEA"/>
    <w:rsid w:val="48923B54"/>
    <w:rsid w:val="489A02E2"/>
    <w:rsid w:val="49FA596C"/>
    <w:rsid w:val="4A3F3878"/>
    <w:rsid w:val="4A7B568A"/>
    <w:rsid w:val="4AD72B99"/>
    <w:rsid w:val="4B956A0B"/>
    <w:rsid w:val="4C5F036D"/>
    <w:rsid w:val="4C9D0F2E"/>
    <w:rsid w:val="4CA01D32"/>
    <w:rsid w:val="4CE87B59"/>
    <w:rsid w:val="4D307741"/>
    <w:rsid w:val="4D36444D"/>
    <w:rsid w:val="4D5E2C21"/>
    <w:rsid w:val="4D95473B"/>
    <w:rsid w:val="4E2C2135"/>
    <w:rsid w:val="4EA30A6B"/>
    <w:rsid w:val="4EA43C6C"/>
    <w:rsid w:val="4EB32AC6"/>
    <w:rsid w:val="4EC24495"/>
    <w:rsid w:val="4EC26536"/>
    <w:rsid w:val="4EC50FF5"/>
    <w:rsid w:val="4EDA3BB5"/>
    <w:rsid w:val="4F192224"/>
    <w:rsid w:val="4F693EBE"/>
    <w:rsid w:val="4FD81221"/>
    <w:rsid w:val="503613C3"/>
    <w:rsid w:val="50377F1B"/>
    <w:rsid w:val="5086611D"/>
    <w:rsid w:val="50AD205F"/>
    <w:rsid w:val="50FB345E"/>
    <w:rsid w:val="50FE76E6"/>
    <w:rsid w:val="513E173E"/>
    <w:rsid w:val="516E5FDC"/>
    <w:rsid w:val="51730388"/>
    <w:rsid w:val="51C15136"/>
    <w:rsid w:val="51F121F5"/>
    <w:rsid w:val="52181E28"/>
    <w:rsid w:val="52C75B32"/>
    <w:rsid w:val="52E76010"/>
    <w:rsid w:val="53065495"/>
    <w:rsid w:val="53474BAB"/>
    <w:rsid w:val="535E3979"/>
    <w:rsid w:val="53681358"/>
    <w:rsid w:val="538B579F"/>
    <w:rsid w:val="53AA601B"/>
    <w:rsid w:val="541D648A"/>
    <w:rsid w:val="54BB59C3"/>
    <w:rsid w:val="55784BBD"/>
    <w:rsid w:val="561249F2"/>
    <w:rsid w:val="56433E05"/>
    <w:rsid w:val="56437312"/>
    <w:rsid w:val="56EB57FF"/>
    <w:rsid w:val="570D6BB4"/>
    <w:rsid w:val="57803C9E"/>
    <w:rsid w:val="579C7062"/>
    <w:rsid w:val="57C6761B"/>
    <w:rsid w:val="58227843"/>
    <w:rsid w:val="5873795E"/>
    <w:rsid w:val="587F70E5"/>
    <w:rsid w:val="588369FF"/>
    <w:rsid w:val="58D751FB"/>
    <w:rsid w:val="59020C20"/>
    <w:rsid w:val="5A921BCA"/>
    <w:rsid w:val="5B2C567B"/>
    <w:rsid w:val="5B3910A6"/>
    <w:rsid w:val="5B9D6841"/>
    <w:rsid w:val="5BA919BE"/>
    <w:rsid w:val="5BFC091B"/>
    <w:rsid w:val="5C14765C"/>
    <w:rsid w:val="5C1E7A99"/>
    <w:rsid w:val="5C2E4905"/>
    <w:rsid w:val="5C615923"/>
    <w:rsid w:val="5C7C769B"/>
    <w:rsid w:val="5C856D65"/>
    <w:rsid w:val="5CB50934"/>
    <w:rsid w:val="5CBC0302"/>
    <w:rsid w:val="5CD169FD"/>
    <w:rsid w:val="5CF36176"/>
    <w:rsid w:val="5D244D38"/>
    <w:rsid w:val="5D863452"/>
    <w:rsid w:val="5D9B1F4F"/>
    <w:rsid w:val="5E1974FE"/>
    <w:rsid w:val="5E7A324A"/>
    <w:rsid w:val="5E891B1D"/>
    <w:rsid w:val="5E926135"/>
    <w:rsid w:val="5EAA7777"/>
    <w:rsid w:val="5EAF0AD2"/>
    <w:rsid w:val="5EDB66BF"/>
    <w:rsid w:val="5F0C1C92"/>
    <w:rsid w:val="5F367690"/>
    <w:rsid w:val="5F451A77"/>
    <w:rsid w:val="5F7B3DF8"/>
    <w:rsid w:val="5F920CA4"/>
    <w:rsid w:val="5FB66DC6"/>
    <w:rsid w:val="5FCB1948"/>
    <w:rsid w:val="60027796"/>
    <w:rsid w:val="60605540"/>
    <w:rsid w:val="60717667"/>
    <w:rsid w:val="60AF50E6"/>
    <w:rsid w:val="60BC6995"/>
    <w:rsid w:val="60D245FF"/>
    <w:rsid w:val="61020393"/>
    <w:rsid w:val="615F3CD7"/>
    <w:rsid w:val="61AC72A2"/>
    <w:rsid w:val="61BB5538"/>
    <w:rsid w:val="62B153F9"/>
    <w:rsid w:val="62C34F96"/>
    <w:rsid w:val="635E7533"/>
    <w:rsid w:val="638B5163"/>
    <w:rsid w:val="63955EAF"/>
    <w:rsid w:val="639C2A66"/>
    <w:rsid w:val="64022FC3"/>
    <w:rsid w:val="64066B8E"/>
    <w:rsid w:val="643F4FBC"/>
    <w:rsid w:val="647A4E73"/>
    <w:rsid w:val="647F344E"/>
    <w:rsid w:val="64C22C9F"/>
    <w:rsid w:val="65207433"/>
    <w:rsid w:val="66283686"/>
    <w:rsid w:val="662B6973"/>
    <w:rsid w:val="6662124E"/>
    <w:rsid w:val="669E35F7"/>
    <w:rsid w:val="66C7034C"/>
    <w:rsid w:val="67007F4A"/>
    <w:rsid w:val="6716424F"/>
    <w:rsid w:val="673C78FA"/>
    <w:rsid w:val="683F109F"/>
    <w:rsid w:val="684B1F1B"/>
    <w:rsid w:val="6865067B"/>
    <w:rsid w:val="6893599E"/>
    <w:rsid w:val="68AD54A1"/>
    <w:rsid w:val="68D5752C"/>
    <w:rsid w:val="68FE44C6"/>
    <w:rsid w:val="69176B87"/>
    <w:rsid w:val="69BA3724"/>
    <w:rsid w:val="6A647FD4"/>
    <w:rsid w:val="6AB80DA3"/>
    <w:rsid w:val="6B0564B1"/>
    <w:rsid w:val="6BB81A39"/>
    <w:rsid w:val="6BDD6DDC"/>
    <w:rsid w:val="6C410A1D"/>
    <w:rsid w:val="6C5A02A3"/>
    <w:rsid w:val="6C8A7D21"/>
    <w:rsid w:val="6C980E1D"/>
    <w:rsid w:val="6CB62C9D"/>
    <w:rsid w:val="6CDD4306"/>
    <w:rsid w:val="6ED376E8"/>
    <w:rsid w:val="6EF44F12"/>
    <w:rsid w:val="6F4852D7"/>
    <w:rsid w:val="6FD42B51"/>
    <w:rsid w:val="70443227"/>
    <w:rsid w:val="70494F1C"/>
    <w:rsid w:val="70FC6496"/>
    <w:rsid w:val="7129581D"/>
    <w:rsid w:val="71556F7E"/>
    <w:rsid w:val="71A43A93"/>
    <w:rsid w:val="71EA773A"/>
    <w:rsid w:val="71F31209"/>
    <w:rsid w:val="72352BE9"/>
    <w:rsid w:val="723B196B"/>
    <w:rsid w:val="726E2B56"/>
    <w:rsid w:val="730240EA"/>
    <w:rsid w:val="73056635"/>
    <w:rsid w:val="734E0B58"/>
    <w:rsid w:val="73C7162A"/>
    <w:rsid w:val="74285A9E"/>
    <w:rsid w:val="743F1056"/>
    <w:rsid w:val="745B510E"/>
    <w:rsid w:val="74906CF1"/>
    <w:rsid w:val="74A51CE4"/>
    <w:rsid w:val="75324F4F"/>
    <w:rsid w:val="756B7652"/>
    <w:rsid w:val="75AA227E"/>
    <w:rsid w:val="75D22707"/>
    <w:rsid w:val="75F871C9"/>
    <w:rsid w:val="76882B78"/>
    <w:rsid w:val="76AA161B"/>
    <w:rsid w:val="76EB6446"/>
    <w:rsid w:val="77385E4E"/>
    <w:rsid w:val="77410F3F"/>
    <w:rsid w:val="776515CD"/>
    <w:rsid w:val="779D741D"/>
    <w:rsid w:val="77A57627"/>
    <w:rsid w:val="77B223BE"/>
    <w:rsid w:val="780A09DA"/>
    <w:rsid w:val="78347D28"/>
    <w:rsid w:val="785651DF"/>
    <w:rsid w:val="785B027E"/>
    <w:rsid w:val="78767EBC"/>
    <w:rsid w:val="788D091D"/>
    <w:rsid w:val="78B41976"/>
    <w:rsid w:val="7962722F"/>
    <w:rsid w:val="79924735"/>
    <w:rsid w:val="7A163737"/>
    <w:rsid w:val="7A2218CF"/>
    <w:rsid w:val="7AB22403"/>
    <w:rsid w:val="7AB528BF"/>
    <w:rsid w:val="7ACD1A0B"/>
    <w:rsid w:val="7B371C43"/>
    <w:rsid w:val="7B3C0865"/>
    <w:rsid w:val="7B571096"/>
    <w:rsid w:val="7B5C03DF"/>
    <w:rsid w:val="7B741CBD"/>
    <w:rsid w:val="7B8B71A6"/>
    <w:rsid w:val="7BC32641"/>
    <w:rsid w:val="7BEA65FA"/>
    <w:rsid w:val="7BFD708C"/>
    <w:rsid w:val="7C8169FB"/>
    <w:rsid w:val="7D2E14C9"/>
    <w:rsid w:val="7D6E218D"/>
    <w:rsid w:val="7DD92611"/>
    <w:rsid w:val="7DEC4C21"/>
    <w:rsid w:val="7E465896"/>
    <w:rsid w:val="7E4E5A71"/>
    <w:rsid w:val="7E637695"/>
    <w:rsid w:val="7E861238"/>
    <w:rsid w:val="7ED04051"/>
    <w:rsid w:val="7EFD5BBF"/>
    <w:rsid w:val="7F075EDC"/>
    <w:rsid w:val="7F6753AC"/>
    <w:rsid w:val="7FAE6FCA"/>
    <w:rsid w:val="7FF3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/>
    </w:rPr>
  </w:style>
  <w:style w:type="paragraph" w:styleId="4">
    <w:name w:val="annotation text"/>
    <w:basedOn w:val="1"/>
    <w:link w:val="23"/>
    <w:qFormat/>
    <w:uiPriority w:val="0"/>
    <w:pPr>
      <w:jc w:val="left"/>
    </w:pPr>
  </w:style>
  <w:style w:type="paragraph" w:styleId="5">
    <w:name w:val="Body Text"/>
    <w:basedOn w:val="1"/>
    <w:link w:val="26"/>
    <w:qFormat/>
    <w:uiPriority w:val="0"/>
    <w:pPr>
      <w:spacing w:after="120"/>
    </w:pPr>
  </w:style>
  <w:style w:type="paragraph" w:styleId="6">
    <w:name w:val="Body Text Indent"/>
    <w:basedOn w:val="1"/>
    <w:link w:val="27"/>
    <w:qFormat/>
    <w:uiPriority w:val="0"/>
    <w:pPr>
      <w:ind w:firstLine="630"/>
    </w:pPr>
    <w:rPr>
      <w:rFonts w:ascii="仿宋_GB2312" w:eastAsia="仿宋_GB2312"/>
      <w:sz w:val="32"/>
    </w:rPr>
  </w:style>
  <w:style w:type="paragraph" w:styleId="7">
    <w:name w:val="Date"/>
    <w:basedOn w:val="1"/>
    <w:next w:val="1"/>
    <w:qFormat/>
    <w:uiPriority w:val="0"/>
    <w:rPr>
      <w:rFonts w:ascii="仿宋_GB2312" w:eastAsia="仿宋_GB2312"/>
      <w:sz w:val="32"/>
    </w:r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2">
    <w:name w:val="annotation subject"/>
    <w:basedOn w:val="4"/>
    <w:next w:val="4"/>
    <w:link w:val="24"/>
    <w:qFormat/>
    <w:uiPriority w:val="0"/>
    <w:rPr>
      <w:b/>
      <w:bCs/>
    </w:rPr>
  </w:style>
  <w:style w:type="table" w:styleId="14">
    <w:name w:val="Table Grid"/>
    <w:basedOn w:val="13"/>
    <w:qFormat/>
    <w:uiPriority w:val="0"/>
    <w:pPr>
      <w:widowControl w:val="0"/>
      <w:spacing w:line="360" w:lineRule="auto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page number"/>
    <w:basedOn w:val="15"/>
    <w:qFormat/>
    <w:uiPriority w:val="0"/>
  </w:style>
  <w:style w:type="character" w:styleId="17">
    <w:name w:val="Hyperlink"/>
    <w:qFormat/>
    <w:uiPriority w:val="0"/>
    <w:rPr>
      <w:color w:val="0000FF"/>
      <w:u w:val="single"/>
    </w:rPr>
  </w:style>
  <w:style w:type="character" w:styleId="18">
    <w:name w:val="annotation reference"/>
    <w:qFormat/>
    <w:uiPriority w:val="0"/>
    <w:rPr>
      <w:sz w:val="21"/>
      <w:szCs w:val="21"/>
    </w:rPr>
  </w:style>
  <w:style w:type="paragraph" w:customStyle="1" w:styleId="19">
    <w:name w:val="_Style 18"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">
    <w:name w:val="样式 三号 加粗 居中"/>
    <w:basedOn w:val="1"/>
    <w:qFormat/>
    <w:uiPriority w:val="0"/>
    <w:pPr>
      <w:jc w:val="center"/>
    </w:pPr>
    <w:rPr>
      <w:rFonts w:cs="宋体"/>
      <w:b/>
      <w:bCs/>
      <w:sz w:val="32"/>
    </w:rPr>
  </w:style>
  <w:style w:type="paragraph" w:customStyle="1" w:styleId="21">
    <w:name w:val="Char"/>
    <w:basedOn w:val="1"/>
    <w:qFormat/>
    <w:uiPriority w:val="0"/>
    <w:rPr>
      <w:rFonts w:ascii="Tahoma" w:hAnsi="Tahoma"/>
      <w:color w:val="000000"/>
      <w:sz w:val="18"/>
      <w:szCs w:val="18"/>
    </w:rPr>
  </w:style>
  <w:style w:type="character" w:customStyle="1" w:styleId="22">
    <w:name w:val="样式 四号"/>
    <w:qFormat/>
    <w:uiPriority w:val="0"/>
    <w:rPr>
      <w:sz w:val="28"/>
    </w:rPr>
  </w:style>
  <w:style w:type="character" w:customStyle="1" w:styleId="23">
    <w:name w:val="批注文字 Char"/>
    <w:link w:val="4"/>
    <w:qFormat/>
    <w:uiPriority w:val="0"/>
    <w:rPr>
      <w:kern w:val="2"/>
      <w:sz w:val="21"/>
    </w:rPr>
  </w:style>
  <w:style w:type="character" w:customStyle="1" w:styleId="24">
    <w:name w:val="批注主题 Char"/>
    <w:link w:val="12"/>
    <w:qFormat/>
    <w:uiPriority w:val="0"/>
    <w:rPr>
      <w:b/>
      <w:bCs/>
      <w:kern w:val="2"/>
      <w:sz w:val="21"/>
    </w:rPr>
  </w:style>
  <w:style w:type="paragraph" w:styleId="25">
    <w:name w:val="List Paragraph"/>
    <w:basedOn w:val="1"/>
    <w:unhideWhenUsed/>
    <w:uiPriority w:val="99"/>
    <w:pPr>
      <w:ind w:firstLine="420" w:firstLineChars="200"/>
    </w:pPr>
  </w:style>
  <w:style w:type="character" w:customStyle="1" w:styleId="26">
    <w:name w:val="正文文本 Char"/>
    <w:basedOn w:val="15"/>
    <w:link w:val="5"/>
    <w:uiPriority w:val="0"/>
    <w:rPr>
      <w:kern w:val="2"/>
      <w:sz w:val="21"/>
    </w:rPr>
  </w:style>
  <w:style w:type="character" w:customStyle="1" w:styleId="27">
    <w:name w:val="正文文本缩进 Char"/>
    <w:basedOn w:val="15"/>
    <w:link w:val="6"/>
    <w:uiPriority w:val="0"/>
    <w:rPr>
      <w:rFonts w:ascii="仿宋_GB2312" w:eastAsia="仿宋_GB2312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991;&#20214;&#27169;&#26495;\&#20844;&#25991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58D468-3F70-4D93-B721-61CFC1A7A9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公文.dot</Template>
  <Company>个人电脑</Company>
  <Pages>17</Pages>
  <Words>890</Words>
  <Characters>5077</Characters>
  <Lines>42</Lines>
  <Paragraphs>11</Paragraphs>
  <TotalTime>1</TotalTime>
  <ScaleCrop>false</ScaleCrop>
  <LinksUpToDate>false</LinksUpToDate>
  <CharactersWithSpaces>5956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2021-06-11T02:30:00Z</dcterms:created>
  <dc:creator>zsy</dc:creator>
  <cp:lastModifiedBy>寒灰秋末</cp:lastModifiedBy>
  <cp:lastPrinted>2021-06-10T08:46:00Z</cp:lastPrinted>
  <dcterms:modified xsi:type="dcterms:W3CDTF">2021-06-11T02:38:15Z</dcterms:modified>
  <dc:title>0000001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8DEB17BE65EB43128ACD3CC296D160AF</vt:lpwstr>
  </property>
</Properties>
</file>